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3A1" w:rsidRPr="00533C83" w:rsidRDefault="008743A1" w:rsidP="007A61D1">
      <w:pPr>
        <w:jc w:val="right"/>
        <w:rPr>
          <w:b/>
          <w:sz w:val="28"/>
          <w:szCs w:val="28"/>
          <w:lang w:val="ru-RU"/>
        </w:rPr>
      </w:pPr>
      <w:r w:rsidRPr="00533C83">
        <w:rPr>
          <w:rFonts w:ascii="Calibri" w:hAnsi="Calibri"/>
          <w:b/>
          <w:sz w:val="28"/>
          <w:szCs w:val="28"/>
          <w:lang w:val="ru-RU"/>
        </w:rPr>
        <w:t xml:space="preserve">  </w:t>
      </w:r>
      <w:r w:rsidRPr="00533C83">
        <w:rPr>
          <w:b/>
          <w:sz w:val="28"/>
          <w:szCs w:val="28"/>
          <w:lang w:val="ru-RU"/>
        </w:rPr>
        <w:t>ПРОЕКТ  №_________</w:t>
      </w:r>
    </w:p>
    <w:p w:rsidR="008743A1" w:rsidRPr="00533C83" w:rsidRDefault="008743A1" w:rsidP="001324A5">
      <w:pPr>
        <w:rPr>
          <w:rFonts w:ascii="Calibri" w:hAnsi="Calibri"/>
          <w:b/>
          <w:sz w:val="28"/>
          <w:szCs w:val="28"/>
          <w:lang w:val="ru-RU"/>
        </w:rPr>
      </w:pPr>
      <w:r w:rsidRPr="00533C83">
        <w:rPr>
          <w:rFonts w:ascii="Calibri" w:hAnsi="Calibri"/>
          <w:b/>
          <w:sz w:val="28"/>
          <w:szCs w:val="28"/>
          <w:lang w:val="ru-RU"/>
        </w:rPr>
        <w:t xml:space="preserve">                                                          </w:t>
      </w:r>
    </w:p>
    <w:p w:rsidR="008743A1" w:rsidRPr="00533C83" w:rsidRDefault="008743A1" w:rsidP="007A61D1">
      <w:pPr>
        <w:jc w:val="center"/>
        <w:rPr>
          <w:rFonts w:ascii="Calibri" w:hAnsi="Calibri"/>
          <w:b/>
          <w:sz w:val="28"/>
          <w:szCs w:val="28"/>
        </w:rPr>
      </w:pPr>
      <w:r w:rsidRPr="00533C83">
        <w:rPr>
          <w:rFonts w:ascii="Tms Rmn" w:hAnsi="Tms Rmn"/>
          <w:b/>
          <w:noProof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7.25pt;visibility:visible">
            <v:imagedata r:id="rId5" o:title="" gain="112993f" blacklevel="-1966f"/>
          </v:shape>
        </w:pict>
      </w:r>
    </w:p>
    <w:p w:rsidR="008743A1" w:rsidRPr="00533C83" w:rsidRDefault="008743A1" w:rsidP="0022592B">
      <w:pPr>
        <w:jc w:val="center"/>
        <w:rPr>
          <w:rFonts w:ascii="Calibri" w:hAnsi="Calibri"/>
          <w:sz w:val="28"/>
          <w:szCs w:val="28"/>
        </w:rPr>
      </w:pPr>
    </w:p>
    <w:p w:rsidR="008743A1" w:rsidRPr="00533C83" w:rsidRDefault="008743A1" w:rsidP="0022592B">
      <w:pPr>
        <w:jc w:val="center"/>
        <w:rPr>
          <w:b/>
          <w:sz w:val="28"/>
          <w:szCs w:val="28"/>
        </w:rPr>
      </w:pPr>
      <w:r w:rsidRPr="00533C83">
        <w:rPr>
          <w:b/>
          <w:sz w:val="28"/>
          <w:szCs w:val="28"/>
        </w:rPr>
        <w:t>УКРАЇНА</w:t>
      </w:r>
    </w:p>
    <w:p w:rsidR="008743A1" w:rsidRPr="00533C83" w:rsidRDefault="008743A1" w:rsidP="0022592B">
      <w:pPr>
        <w:jc w:val="center"/>
        <w:rPr>
          <w:b/>
          <w:sz w:val="28"/>
          <w:szCs w:val="28"/>
        </w:rPr>
      </w:pPr>
      <w:r w:rsidRPr="00533C83">
        <w:rPr>
          <w:b/>
          <w:sz w:val="28"/>
          <w:szCs w:val="28"/>
        </w:rPr>
        <w:t>ЧЕРНІГІВСЬКА ОБЛАСТЬ</w:t>
      </w:r>
    </w:p>
    <w:p w:rsidR="008743A1" w:rsidRPr="00533C83" w:rsidRDefault="008743A1" w:rsidP="0022592B">
      <w:pPr>
        <w:jc w:val="center"/>
        <w:rPr>
          <w:sz w:val="28"/>
          <w:szCs w:val="28"/>
        </w:rPr>
      </w:pPr>
    </w:p>
    <w:p w:rsidR="008743A1" w:rsidRPr="00533C83" w:rsidRDefault="008743A1" w:rsidP="0022592B">
      <w:pPr>
        <w:pStyle w:val="Heading1"/>
        <w:jc w:val="center"/>
        <w:rPr>
          <w:sz w:val="28"/>
          <w:szCs w:val="28"/>
        </w:rPr>
      </w:pPr>
      <w:r w:rsidRPr="00533C83">
        <w:rPr>
          <w:sz w:val="28"/>
          <w:szCs w:val="28"/>
        </w:rPr>
        <w:t>Н І Ж И Н С Ь К А    М І С Ь К А    Р А Д А</w:t>
      </w:r>
    </w:p>
    <w:p w:rsidR="008743A1" w:rsidRPr="00533C83" w:rsidRDefault="008743A1" w:rsidP="0022592B">
      <w:pPr>
        <w:jc w:val="center"/>
        <w:rPr>
          <w:sz w:val="28"/>
          <w:szCs w:val="28"/>
          <w:lang w:val="ru-RU"/>
        </w:rPr>
      </w:pPr>
      <w:r w:rsidRPr="00533C83">
        <w:rPr>
          <w:sz w:val="28"/>
          <w:szCs w:val="28"/>
          <w:lang w:val="ru-RU"/>
        </w:rPr>
        <w:t xml:space="preserve">____ </w:t>
      </w:r>
      <w:r w:rsidRPr="00533C83">
        <w:rPr>
          <w:sz w:val="28"/>
          <w:szCs w:val="28"/>
        </w:rPr>
        <w:t xml:space="preserve">сесія </w:t>
      </w:r>
      <w:r w:rsidRPr="00533C83">
        <w:rPr>
          <w:sz w:val="28"/>
          <w:szCs w:val="28"/>
          <w:lang w:val="en-US"/>
        </w:rPr>
        <w:t>VII</w:t>
      </w:r>
      <w:r w:rsidRPr="00533C83">
        <w:rPr>
          <w:sz w:val="28"/>
          <w:szCs w:val="28"/>
        </w:rPr>
        <w:t xml:space="preserve"> скликання</w:t>
      </w:r>
    </w:p>
    <w:p w:rsidR="008743A1" w:rsidRPr="00533C83" w:rsidRDefault="008743A1" w:rsidP="0022592B">
      <w:pPr>
        <w:jc w:val="center"/>
        <w:rPr>
          <w:sz w:val="28"/>
          <w:szCs w:val="28"/>
          <w:lang w:val="ru-RU"/>
        </w:rPr>
      </w:pPr>
    </w:p>
    <w:p w:rsidR="008743A1" w:rsidRPr="00533C83" w:rsidRDefault="008743A1" w:rsidP="0022592B">
      <w:pPr>
        <w:jc w:val="center"/>
        <w:rPr>
          <w:b/>
          <w:sz w:val="28"/>
          <w:szCs w:val="28"/>
        </w:rPr>
      </w:pPr>
      <w:r w:rsidRPr="00533C83">
        <w:rPr>
          <w:b/>
          <w:sz w:val="28"/>
          <w:szCs w:val="28"/>
        </w:rPr>
        <w:t>Р І Ш Е Н Н Я</w:t>
      </w:r>
    </w:p>
    <w:p w:rsidR="008743A1" w:rsidRPr="00533C83" w:rsidRDefault="008743A1" w:rsidP="0022592B">
      <w:pPr>
        <w:jc w:val="center"/>
        <w:rPr>
          <w:b/>
          <w:sz w:val="28"/>
          <w:szCs w:val="28"/>
          <w:lang w:val="ru-RU"/>
        </w:rPr>
      </w:pPr>
    </w:p>
    <w:p w:rsidR="008743A1" w:rsidRPr="00533C83" w:rsidRDefault="008743A1" w:rsidP="0022592B">
      <w:pPr>
        <w:jc w:val="both"/>
        <w:rPr>
          <w:sz w:val="28"/>
          <w:szCs w:val="28"/>
          <w:lang w:val="ru-RU"/>
        </w:rPr>
      </w:pPr>
      <w:r w:rsidRPr="00533C83">
        <w:rPr>
          <w:sz w:val="28"/>
          <w:szCs w:val="28"/>
        </w:rPr>
        <w:t>від «</w:t>
      </w:r>
      <w:r w:rsidRPr="00533C83">
        <w:rPr>
          <w:sz w:val="28"/>
          <w:szCs w:val="28"/>
          <w:lang w:val="ru-RU"/>
        </w:rPr>
        <w:t>___</w:t>
      </w:r>
      <w:r w:rsidRPr="00533C83">
        <w:rPr>
          <w:sz w:val="28"/>
          <w:szCs w:val="28"/>
        </w:rPr>
        <w:t>»</w:t>
      </w:r>
      <w:r w:rsidRPr="00533C83">
        <w:rPr>
          <w:sz w:val="28"/>
          <w:szCs w:val="28"/>
          <w:lang w:val="ru-RU"/>
        </w:rPr>
        <w:t xml:space="preserve"> ________  </w:t>
      </w:r>
      <w:r w:rsidRPr="00533C83">
        <w:rPr>
          <w:sz w:val="28"/>
          <w:szCs w:val="28"/>
        </w:rPr>
        <w:t>201</w:t>
      </w:r>
      <w:r w:rsidRPr="00533C83">
        <w:rPr>
          <w:sz w:val="28"/>
          <w:szCs w:val="28"/>
          <w:lang w:val="ru-RU"/>
        </w:rPr>
        <w:t xml:space="preserve">9 </w:t>
      </w:r>
      <w:r>
        <w:rPr>
          <w:sz w:val="28"/>
          <w:szCs w:val="28"/>
        </w:rPr>
        <w:t>р</w:t>
      </w:r>
      <w:r w:rsidRPr="00533C8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      </w:t>
      </w:r>
      <w:r w:rsidRPr="00533C83">
        <w:rPr>
          <w:sz w:val="28"/>
          <w:szCs w:val="28"/>
          <w:lang w:val="ru-RU"/>
        </w:rPr>
        <w:t xml:space="preserve"> м</w:t>
      </w:r>
      <w:r w:rsidRPr="00533C83">
        <w:rPr>
          <w:sz w:val="28"/>
          <w:szCs w:val="28"/>
        </w:rPr>
        <w:t>. Ніжин</w:t>
      </w:r>
      <w:r w:rsidRPr="00533C83">
        <w:rPr>
          <w:sz w:val="28"/>
          <w:szCs w:val="28"/>
          <w:lang w:val="ru-RU"/>
        </w:rPr>
        <w:tab/>
        <w:t xml:space="preserve">                             </w:t>
      </w:r>
      <w:r>
        <w:rPr>
          <w:sz w:val="28"/>
          <w:szCs w:val="28"/>
          <w:lang w:val="ru-RU"/>
        </w:rPr>
        <w:t xml:space="preserve">      </w:t>
      </w:r>
      <w:r w:rsidRPr="00533C83">
        <w:rPr>
          <w:sz w:val="28"/>
          <w:szCs w:val="28"/>
          <w:lang w:val="ru-RU"/>
        </w:rPr>
        <w:t>№ _____/2019</w:t>
      </w:r>
    </w:p>
    <w:p w:rsidR="008743A1" w:rsidRPr="00533C83" w:rsidRDefault="008743A1" w:rsidP="0022592B">
      <w:pPr>
        <w:jc w:val="center"/>
        <w:rPr>
          <w:sz w:val="28"/>
          <w:szCs w:val="28"/>
          <w:lang w:val="ru-RU"/>
        </w:rPr>
      </w:pPr>
    </w:p>
    <w:p w:rsidR="008743A1" w:rsidRPr="00533C83" w:rsidRDefault="008743A1" w:rsidP="00A037DE">
      <w:pPr>
        <w:jc w:val="right"/>
        <w:rPr>
          <w:sz w:val="28"/>
          <w:szCs w:val="28"/>
        </w:rPr>
      </w:pPr>
    </w:p>
    <w:p w:rsidR="008743A1" w:rsidRPr="00533C83" w:rsidRDefault="008743A1" w:rsidP="00A037DE">
      <w:pPr>
        <w:rPr>
          <w:sz w:val="28"/>
          <w:szCs w:val="28"/>
        </w:rPr>
      </w:pPr>
      <w:r w:rsidRPr="00533C83">
        <w:rPr>
          <w:sz w:val="28"/>
          <w:szCs w:val="28"/>
        </w:rPr>
        <w:t xml:space="preserve">Про внесення змін до Статуту та затвердження </w:t>
      </w:r>
    </w:p>
    <w:p w:rsidR="008743A1" w:rsidRPr="00533C83" w:rsidRDefault="008743A1" w:rsidP="003913FC">
      <w:pPr>
        <w:rPr>
          <w:sz w:val="28"/>
          <w:szCs w:val="28"/>
        </w:rPr>
      </w:pPr>
      <w:r w:rsidRPr="00533C83">
        <w:rPr>
          <w:sz w:val="28"/>
          <w:szCs w:val="28"/>
        </w:rPr>
        <w:t>Статуту комунального некомерційного підприємства</w:t>
      </w:r>
    </w:p>
    <w:p w:rsidR="008743A1" w:rsidRPr="00533C83" w:rsidRDefault="008743A1" w:rsidP="00D54E02">
      <w:pPr>
        <w:rPr>
          <w:sz w:val="28"/>
          <w:szCs w:val="28"/>
        </w:rPr>
      </w:pPr>
      <w:r w:rsidRPr="00533C83">
        <w:rPr>
          <w:sz w:val="28"/>
          <w:szCs w:val="28"/>
        </w:rPr>
        <w:t>«Ніжинський міський пологовий будинок»</w:t>
      </w:r>
    </w:p>
    <w:p w:rsidR="008743A1" w:rsidRPr="00533C83" w:rsidRDefault="008743A1" w:rsidP="003913FC">
      <w:pPr>
        <w:rPr>
          <w:sz w:val="28"/>
          <w:szCs w:val="28"/>
        </w:rPr>
      </w:pPr>
      <w:r w:rsidRPr="00533C83">
        <w:rPr>
          <w:sz w:val="28"/>
          <w:szCs w:val="28"/>
        </w:rPr>
        <w:t xml:space="preserve">Ніжинської міської ради </w:t>
      </w:r>
      <w:r w:rsidRPr="00533C83">
        <w:rPr>
          <w:sz w:val="28"/>
          <w:szCs w:val="28"/>
        </w:rPr>
        <w:tab/>
      </w:r>
      <w:r w:rsidRPr="00533C83">
        <w:rPr>
          <w:sz w:val="28"/>
          <w:szCs w:val="28"/>
        </w:rPr>
        <w:br/>
        <w:t xml:space="preserve">Чернігівської області у новій редакції  </w:t>
      </w:r>
    </w:p>
    <w:p w:rsidR="008743A1" w:rsidRPr="00533C83" w:rsidRDefault="008743A1" w:rsidP="00A037DE">
      <w:pPr>
        <w:tabs>
          <w:tab w:val="left" w:pos="1815"/>
        </w:tabs>
        <w:rPr>
          <w:sz w:val="28"/>
          <w:szCs w:val="28"/>
        </w:rPr>
      </w:pPr>
    </w:p>
    <w:p w:rsidR="008743A1" w:rsidRDefault="008743A1" w:rsidP="00C454F0">
      <w:pPr>
        <w:tabs>
          <w:tab w:val="left" w:pos="1815"/>
        </w:tabs>
        <w:ind w:firstLine="993"/>
        <w:jc w:val="both"/>
        <w:rPr>
          <w:sz w:val="28"/>
          <w:szCs w:val="28"/>
        </w:rPr>
      </w:pPr>
      <w:r w:rsidRPr="00533C83">
        <w:rPr>
          <w:sz w:val="28"/>
          <w:szCs w:val="28"/>
        </w:rPr>
        <w:t xml:space="preserve">Відповідно до статей 25, 26, 42, 59, 73 Закону України «Про місцеве самоврядування в Україні», Законів України «Основи законодавства України про охорону здоров’я», «Про внесення змін до деяких законодавчих актів України щодо удосконалення законодавства з питань діяльності закладів охорони здоров’я», «Про державні фінансові гарантії медичного обслуговування населення», Регламенту Ніжинської міської ради Чернігівської області, затвердженого рішенням Ніжинської міської ради від 24 листопада 2015 року №1-2/2015 (із змінами), у зв’язку з внесенням змін до </w:t>
      </w:r>
      <w:hyperlink r:id="rId6" w:anchor="n5" w:tgtFrame="_blank" w:history="1">
        <w:r w:rsidRPr="00533C83">
          <w:rPr>
            <w:rStyle w:val="Hyperlink"/>
            <w:color w:val="auto"/>
            <w:sz w:val="28"/>
            <w:szCs w:val="28"/>
            <w:u w:val="none"/>
            <w:shd w:val="clear" w:color="auto" w:fill="FFFFFF"/>
          </w:rPr>
          <w:t>Довідника кваліфікаційних характеристик професій працівників. Випуск 78 "Охорона здоров'я"</w:t>
        </w:r>
      </w:hyperlink>
      <w:r w:rsidRPr="00533C83">
        <w:rPr>
          <w:sz w:val="28"/>
          <w:szCs w:val="28"/>
        </w:rPr>
        <w:t xml:space="preserve"> </w:t>
      </w:r>
      <w:r w:rsidRPr="00533C83">
        <w:rPr>
          <w:color w:val="000000"/>
          <w:sz w:val="28"/>
          <w:szCs w:val="28"/>
        </w:rPr>
        <w:t>наказом МОЗ від 31.10.2018 року № 1977 «Про внесення змін до Довідника кваліфікаційних характеристик працівників. Випуск 78 «Охорона здоров’я»</w:t>
      </w:r>
      <w:r w:rsidRPr="00533C83">
        <w:rPr>
          <w:sz w:val="28"/>
          <w:szCs w:val="28"/>
        </w:rPr>
        <w:t>, міська рада вирішила:</w:t>
      </w:r>
    </w:p>
    <w:p w:rsidR="008743A1" w:rsidRPr="00533C83" w:rsidRDefault="008743A1" w:rsidP="00C454F0">
      <w:pPr>
        <w:tabs>
          <w:tab w:val="left" w:pos="1815"/>
        </w:tabs>
        <w:ind w:firstLine="993"/>
        <w:jc w:val="both"/>
        <w:rPr>
          <w:sz w:val="28"/>
          <w:szCs w:val="28"/>
        </w:rPr>
      </w:pPr>
    </w:p>
    <w:p w:rsidR="008743A1" w:rsidRPr="00533C83" w:rsidRDefault="008743A1" w:rsidP="007C5ECA">
      <w:pPr>
        <w:pStyle w:val="ListParagraph"/>
        <w:numPr>
          <w:ilvl w:val="0"/>
          <w:numId w:val="8"/>
        </w:numPr>
        <w:ind w:left="0" w:firstLine="993"/>
        <w:jc w:val="both"/>
        <w:rPr>
          <w:sz w:val="28"/>
          <w:szCs w:val="28"/>
        </w:rPr>
      </w:pPr>
      <w:r w:rsidRPr="00533C83">
        <w:rPr>
          <w:sz w:val="28"/>
          <w:szCs w:val="28"/>
        </w:rPr>
        <w:t>Внести зміни до Статуту комунального некомерційного підприємства «Ніжинський міський пологовий будинок» Ніжинської міської ради Чернігівської області замінивши посаду «директор (головний лікар)» на «</w:t>
      </w:r>
      <w:r w:rsidRPr="00533C83">
        <w:rPr>
          <w:sz w:val="28"/>
          <w:szCs w:val="28"/>
          <w:lang w:val="ru-RU"/>
        </w:rPr>
        <w:t>генеральний директор</w:t>
      </w:r>
      <w:r w:rsidRPr="00533C83">
        <w:rPr>
          <w:sz w:val="28"/>
          <w:szCs w:val="28"/>
        </w:rPr>
        <w:t>».</w:t>
      </w:r>
    </w:p>
    <w:p w:rsidR="008743A1" w:rsidRPr="00533C83" w:rsidRDefault="008743A1" w:rsidP="007C5ECA">
      <w:pPr>
        <w:pStyle w:val="ListParagraph"/>
        <w:numPr>
          <w:ilvl w:val="0"/>
          <w:numId w:val="8"/>
        </w:numPr>
        <w:ind w:left="0" w:firstLine="993"/>
        <w:jc w:val="both"/>
        <w:rPr>
          <w:sz w:val="28"/>
          <w:szCs w:val="28"/>
        </w:rPr>
      </w:pPr>
      <w:r w:rsidRPr="00533C83">
        <w:rPr>
          <w:sz w:val="28"/>
          <w:szCs w:val="28"/>
        </w:rPr>
        <w:t xml:space="preserve">Затвердити Статут комунального некомерційного підприємства «Ніжинський міський пологовий будинок» Ніжинської міської ради Чернігівської області у новій редакції (додається). </w:t>
      </w:r>
    </w:p>
    <w:p w:rsidR="008743A1" w:rsidRPr="00533C83" w:rsidRDefault="008743A1" w:rsidP="00CF5EDA">
      <w:pPr>
        <w:pStyle w:val="ListParagraph"/>
        <w:numPr>
          <w:ilvl w:val="0"/>
          <w:numId w:val="8"/>
        </w:numPr>
        <w:ind w:left="0" w:firstLine="993"/>
        <w:jc w:val="both"/>
        <w:rPr>
          <w:sz w:val="28"/>
          <w:szCs w:val="28"/>
        </w:rPr>
      </w:pPr>
      <w:r w:rsidRPr="00533C83">
        <w:rPr>
          <w:sz w:val="28"/>
          <w:szCs w:val="28"/>
        </w:rPr>
        <w:t>Уповноважити секретаря Ніжинської міської ради Салогуба В.В. підписати Статут комунального некомерційного підприємства «Ніжинський міський пологовий будинок» Ніжинської міської ради Чернігівської області у новій редакції.</w:t>
      </w:r>
    </w:p>
    <w:p w:rsidR="008743A1" w:rsidRPr="00533C83" w:rsidRDefault="008743A1" w:rsidP="009059D2">
      <w:pPr>
        <w:pStyle w:val="ListParagraph"/>
        <w:numPr>
          <w:ilvl w:val="0"/>
          <w:numId w:val="8"/>
        </w:numPr>
        <w:ind w:left="0" w:firstLine="993"/>
        <w:jc w:val="both"/>
        <w:rPr>
          <w:sz w:val="28"/>
          <w:szCs w:val="28"/>
        </w:rPr>
      </w:pPr>
      <w:r w:rsidRPr="00533C83">
        <w:rPr>
          <w:sz w:val="28"/>
          <w:szCs w:val="28"/>
        </w:rPr>
        <w:t>Директору (головному лікарю) комунального некомерційного підприємства «Ніжинськи</w:t>
      </w:r>
      <w:r w:rsidRPr="00533C83">
        <w:rPr>
          <w:sz w:val="28"/>
          <w:szCs w:val="28"/>
          <w:lang w:val="ru-RU"/>
        </w:rPr>
        <w:t>й</w:t>
      </w:r>
      <w:r w:rsidRPr="00533C83">
        <w:rPr>
          <w:sz w:val="28"/>
          <w:szCs w:val="28"/>
        </w:rPr>
        <w:t xml:space="preserve"> міський пологовий будинок» Ніжинської міської ради Чернігівської області Якубі В.М. подати документи на державну реєстрацію Статуту комунального некомерційного підприємства «Ніжинський міський пологовий будинок» Ніжинської міської ради Чернігівської області у новій редакції.</w:t>
      </w:r>
    </w:p>
    <w:p w:rsidR="008743A1" w:rsidRPr="00533C83" w:rsidRDefault="008743A1" w:rsidP="009059D2">
      <w:pPr>
        <w:tabs>
          <w:tab w:val="left" w:pos="1815"/>
        </w:tabs>
        <w:ind w:firstLine="993"/>
        <w:jc w:val="both"/>
        <w:rPr>
          <w:sz w:val="28"/>
          <w:szCs w:val="28"/>
        </w:rPr>
      </w:pPr>
      <w:r w:rsidRPr="00533C83">
        <w:rPr>
          <w:sz w:val="28"/>
          <w:szCs w:val="28"/>
        </w:rPr>
        <w:t>5. Начальнику відділу з питань організації Ніжинської міської ради та її виконавчого комітету Доля О.В. забезпечити оприлюднення даного рішення на сайті Ніжинської міської ради протягом п’яти робочих днів з дня його прийняття.</w:t>
      </w:r>
    </w:p>
    <w:p w:rsidR="008743A1" w:rsidRPr="00533C83" w:rsidRDefault="008743A1" w:rsidP="00A037DE">
      <w:pPr>
        <w:tabs>
          <w:tab w:val="left" w:pos="1815"/>
        </w:tabs>
        <w:ind w:firstLine="993"/>
        <w:jc w:val="both"/>
        <w:rPr>
          <w:sz w:val="28"/>
          <w:szCs w:val="28"/>
        </w:rPr>
      </w:pPr>
      <w:r w:rsidRPr="00533C83">
        <w:rPr>
          <w:sz w:val="28"/>
          <w:szCs w:val="28"/>
        </w:rPr>
        <w:t>6. Організацію виконання даного рішення покласти на заступника міського голови з питань діяльності виконавчих органів ради Дзюбу С.П. та директора (головного лікаря) комунального некомерційного підприємства «Ніжинський міський пологовий будинок» Ніжинської міської ради Чернігівської області Якубу В. М.</w:t>
      </w:r>
    </w:p>
    <w:p w:rsidR="008743A1" w:rsidRPr="00533C83" w:rsidRDefault="008743A1" w:rsidP="00CF5EDA">
      <w:pPr>
        <w:tabs>
          <w:tab w:val="left" w:pos="-851"/>
        </w:tabs>
        <w:ind w:firstLine="993"/>
        <w:jc w:val="both"/>
        <w:rPr>
          <w:color w:val="000000"/>
          <w:sz w:val="28"/>
          <w:szCs w:val="28"/>
        </w:rPr>
      </w:pPr>
      <w:r w:rsidRPr="00533C83">
        <w:rPr>
          <w:sz w:val="28"/>
          <w:szCs w:val="28"/>
        </w:rPr>
        <w:t>7. Контроль за виконанням рішення покласти на постійну депутатську комісію з питань соціального захисту населення, освіти, охорони здоров’я, культури, сім’ї та молоді, фізичної культури і спорту (Король В.С.)</w:t>
      </w:r>
    </w:p>
    <w:p w:rsidR="008743A1" w:rsidRPr="00533C83" w:rsidRDefault="008743A1" w:rsidP="00CF5EDA">
      <w:pPr>
        <w:ind w:firstLine="993"/>
        <w:jc w:val="both"/>
        <w:rPr>
          <w:sz w:val="28"/>
          <w:szCs w:val="28"/>
        </w:rPr>
      </w:pPr>
    </w:p>
    <w:p w:rsidR="008743A1" w:rsidRPr="00533C83" w:rsidRDefault="008743A1" w:rsidP="00C454F0">
      <w:pPr>
        <w:tabs>
          <w:tab w:val="left" w:pos="1815"/>
        </w:tabs>
        <w:jc w:val="both"/>
        <w:rPr>
          <w:sz w:val="28"/>
          <w:szCs w:val="28"/>
        </w:rPr>
      </w:pPr>
    </w:p>
    <w:p w:rsidR="008743A1" w:rsidRPr="00533C83" w:rsidRDefault="008743A1" w:rsidP="00C454F0">
      <w:pPr>
        <w:tabs>
          <w:tab w:val="left" w:pos="1815"/>
        </w:tabs>
        <w:jc w:val="both"/>
        <w:rPr>
          <w:sz w:val="28"/>
          <w:szCs w:val="28"/>
        </w:rPr>
      </w:pPr>
      <w:r w:rsidRPr="00533C83">
        <w:rPr>
          <w:sz w:val="28"/>
          <w:szCs w:val="28"/>
        </w:rPr>
        <w:t xml:space="preserve">Міський голова          </w:t>
      </w:r>
      <w:r w:rsidRPr="00533C83">
        <w:rPr>
          <w:sz w:val="28"/>
          <w:szCs w:val="28"/>
        </w:rPr>
        <w:tab/>
        <w:t xml:space="preserve">                                  </w:t>
      </w:r>
      <w:r w:rsidRPr="00533C83">
        <w:rPr>
          <w:sz w:val="28"/>
          <w:szCs w:val="28"/>
        </w:rPr>
        <w:tab/>
      </w:r>
      <w:r w:rsidRPr="00533C83">
        <w:rPr>
          <w:sz w:val="28"/>
          <w:szCs w:val="28"/>
        </w:rPr>
        <w:tab/>
      </w:r>
      <w:r w:rsidRPr="00533C83">
        <w:rPr>
          <w:sz w:val="28"/>
          <w:szCs w:val="28"/>
        </w:rPr>
        <w:tab/>
      </w:r>
      <w:r w:rsidRPr="00533C83">
        <w:rPr>
          <w:sz w:val="28"/>
          <w:szCs w:val="28"/>
        </w:rPr>
        <w:tab/>
        <w:t xml:space="preserve">        А.В. Лінник</w:t>
      </w:r>
    </w:p>
    <w:p w:rsidR="008743A1" w:rsidRDefault="008743A1" w:rsidP="00A037DE">
      <w:pPr>
        <w:ind w:left="5245"/>
        <w:rPr>
          <w:sz w:val="28"/>
          <w:szCs w:val="28"/>
        </w:rPr>
      </w:pPr>
    </w:p>
    <w:p w:rsidR="008743A1" w:rsidRDefault="008743A1" w:rsidP="00A037DE">
      <w:pPr>
        <w:ind w:left="5245"/>
        <w:rPr>
          <w:sz w:val="28"/>
          <w:szCs w:val="28"/>
        </w:rPr>
      </w:pPr>
    </w:p>
    <w:p w:rsidR="008743A1" w:rsidRDefault="008743A1" w:rsidP="00A037DE">
      <w:pPr>
        <w:ind w:left="5245"/>
        <w:rPr>
          <w:sz w:val="28"/>
          <w:szCs w:val="28"/>
        </w:rPr>
      </w:pPr>
    </w:p>
    <w:p w:rsidR="008743A1" w:rsidRDefault="008743A1" w:rsidP="00A037DE">
      <w:pPr>
        <w:ind w:left="5245"/>
        <w:rPr>
          <w:sz w:val="28"/>
          <w:szCs w:val="28"/>
        </w:rPr>
      </w:pPr>
    </w:p>
    <w:p w:rsidR="008743A1" w:rsidRDefault="008743A1" w:rsidP="00A037DE">
      <w:pPr>
        <w:ind w:left="5245"/>
        <w:rPr>
          <w:sz w:val="28"/>
          <w:szCs w:val="28"/>
        </w:rPr>
      </w:pPr>
    </w:p>
    <w:p w:rsidR="008743A1" w:rsidRDefault="008743A1" w:rsidP="00A037DE">
      <w:pPr>
        <w:ind w:left="5245"/>
        <w:rPr>
          <w:sz w:val="28"/>
          <w:szCs w:val="28"/>
        </w:rPr>
      </w:pPr>
    </w:p>
    <w:p w:rsidR="008743A1" w:rsidRDefault="008743A1" w:rsidP="00A037DE">
      <w:pPr>
        <w:ind w:left="5245"/>
        <w:rPr>
          <w:sz w:val="28"/>
          <w:szCs w:val="28"/>
        </w:rPr>
      </w:pPr>
    </w:p>
    <w:p w:rsidR="008743A1" w:rsidRDefault="008743A1" w:rsidP="00A037DE">
      <w:pPr>
        <w:ind w:left="5245"/>
        <w:rPr>
          <w:sz w:val="28"/>
          <w:szCs w:val="28"/>
        </w:rPr>
      </w:pPr>
    </w:p>
    <w:p w:rsidR="008743A1" w:rsidRDefault="008743A1" w:rsidP="00A037DE">
      <w:pPr>
        <w:ind w:left="5245"/>
        <w:rPr>
          <w:sz w:val="28"/>
          <w:szCs w:val="28"/>
        </w:rPr>
      </w:pPr>
    </w:p>
    <w:p w:rsidR="008743A1" w:rsidRDefault="008743A1" w:rsidP="00A037DE">
      <w:pPr>
        <w:ind w:left="5245"/>
        <w:rPr>
          <w:sz w:val="28"/>
          <w:szCs w:val="28"/>
        </w:rPr>
      </w:pPr>
    </w:p>
    <w:p w:rsidR="008743A1" w:rsidRDefault="008743A1" w:rsidP="00A037DE">
      <w:pPr>
        <w:ind w:left="5245"/>
        <w:rPr>
          <w:sz w:val="28"/>
          <w:szCs w:val="28"/>
        </w:rPr>
      </w:pPr>
    </w:p>
    <w:p w:rsidR="008743A1" w:rsidRDefault="008743A1" w:rsidP="00A037DE">
      <w:pPr>
        <w:ind w:left="5245"/>
        <w:rPr>
          <w:sz w:val="28"/>
          <w:szCs w:val="28"/>
        </w:rPr>
      </w:pPr>
    </w:p>
    <w:p w:rsidR="008743A1" w:rsidRDefault="008743A1" w:rsidP="00A037DE">
      <w:pPr>
        <w:ind w:left="5245"/>
        <w:rPr>
          <w:sz w:val="28"/>
          <w:szCs w:val="28"/>
        </w:rPr>
      </w:pPr>
    </w:p>
    <w:p w:rsidR="008743A1" w:rsidRDefault="008743A1" w:rsidP="00A037DE">
      <w:pPr>
        <w:ind w:left="5245"/>
        <w:rPr>
          <w:sz w:val="28"/>
          <w:szCs w:val="28"/>
        </w:rPr>
      </w:pPr>
    </w:p>
    <w:p w:rsidR="008743A1" w:rsidRDefault="008743A1" w:rsidP="00A037DE">
      <w:pPr>
        <w:ind w:left="5245"/>
        <w:rPr>
          <w:sz w:val="28"/>
          <w:szCs w:val="28"/>
        </w:rPr>
      </w:pPr>
    </w:p>
    <w:p w:rsidR="008743A1" w:rsidRDefault="008743A1" w:rsidP="00A037DE">
      <w:pPr>
        <w:ind w:left="5245"/>
        <w:rPr>
          <w:sz w:val="28"/>
          <w:szCs w:val="28"/>
        </w:rPr>
      </w:pPr>
    </w:p>
    <w:p w:rsidR="008743A1" w:rsidRDefault="008743A1" w:rsidP="00A037DE">
      <w:pPr>
        <w:ind w:left="5245"/>
        <w:rPr>
          <w:sz w:val="28"/>
          <w:szCs w:val="28"/>
        </w:rPr>
      </w:pPr>
    </w:p>
    <w:p w:rsidR="008743A1" w:rsidRDefault="008743A1" w:rsidP="00A037DE">
      <w:pPr>
        <w:ind w:left="5245"/>
        <w:rPr>
          <w:sz w:val="28"/>
          <w:szCs w:val="28"/>
        </w:rPr>
      </w:pPr>
    </w:p>
    <w:p w:rsidR="008743A1" w:rsidRDefault="008743A1" w:rsidP="00A037DE">
      <w:pPr>
        <w:ind w:left="5245"/>
        <w:rPr>
          <w:sz w:val="28"/>
          <w:szCs w:val="28"/>
        </w:rPr>
      </w:pPr>
    </w:p>
    <w:p w:rsidR="008743A1" w:rsidRDefault="008743A1" w:rsidP="00A037DE">
      <w:pPr>
        <w:ind w:left="5245"/>
        <w:rPr>
          <w:sz w:val="28"/>
          <w:szCs w:val="28"/>
        </w:rPr>
      </w:pPr>
    </w:p>
    <w:p w:rsidR="008743A1" w:rsidRDefault="008743A1" w:rsidP="00A037DE">
      <w:pPr>
        <w:ind w:left="5245"/>
        <w:rPr>
          <w:sz w:val="28"/>
          <w:szCs w:val="28"/>
        </w:rPr>
      </w:pPr>
    </w:p>
    <w:p w:rsidR="008743A1" w:rsidRDefault="008743A1" w:rsidP="00A037DE">
      <w:pPr>
        <w:ind w:left="5245"/>
        <w:rPr>
          <w:sz w:val="28"/>
          <w:szCs w:val="28"/>
        </w:rPr>
      </w:pPr>
    </w:p>
    <w:p w:rsidR="008743A1" w:rsidRDefault="008743A1" w:rsidP="00A037DE">
      <w:pPr>
        <w:ind w:left="5245"/>
        <w:rPr>
          <w:sz w:val="28"/>
          <w:szCs w:val="28"/>
        </w:rPr>
      </w:pPr>
    </w:p>
    <w:p w:rsidR="008743A1" w:rsidRDefault="008743A1" w:rsidP="00A037DE">
      <w:pPr>
        <w:ind w:left="5245"/>
        <w:rPr>
          <w:sz w:val="28"/>
          <w:szCs w:val="28"/>
        </w:rPr>
      </w:pPr>
    </w:p>
    <w:p w:rsidR="008743A1" w:rsidRDefault="008743A1" w:rsidP="00A037DE">
      <w:pPr>
        <w:ind w:left="5245"/>
        <w:rPr>
          <w:sz w:val="28"/>
          <w:szCs w:val="28"/>
        </w:rPr>
      </w:pPr>
    </w:p>
    <w:p w:rsidR="008743A1" w:rsidRDefault="008743A1" w:rsidP="00A037DE">
      <w:pPr>
        <w:ind w:left="5245"/>
        <w:rPr>
          <w:sz w:val="28"/>
          <w:szCs w:val="28"/>
        </w:rPr>
      </w:pPr>
    </w:p>
    <w:p w:rsidR="008743A1" w:rsidRPr="00533C83" w:rsidRDefault="008743A1" w:rsidP="00A037DE">
      <w:pPr>
        <w:ind w:left="5245"/>
        <w:rPr>
          <w:sz w:val="28"/>
          <w:szCs w:val="28"/>
        </w:rPr>
      </w:pPr>
    </w:p>
    <w:p w:rsidR="008743A1" w:rsidRPr="00533C83" w:rsidRDefault="008743A1" w:rsidP="00A909DC">
      <w:pPr>
        <w:ind w:right="-6"/>
        <w:jc w:val="both"/>
        <w:rPr>
          <w:b/>
          <w:sz w:val="28"/>
          <w:szCs w:val="28"/>
        </w:rPr>
      </w:pPr>
      <w:r w:rsidRPr="00533C83">
        <w:rPr>
          <w:b/>
          <w:sz w:val="28"/>
          <w:szCs w:val="28"/>
        </w:rPr>
        <w:t xml:space="preserve">Подає: </w:t>
      </w:r>
    </w:p>
    <w:p w:rsidR="008743A1" w:rsidRPr="00533C83" w:rsidRDefault="008743A1" w:rsidP="00A909DC">
      <w:pPr>
        <w:ind w:right="-6"/>
        <w:jc w:val="both"/>
        <w:rPr>
          <w:b/>
          <w:sz w:val="28"/>
          <w:szCs w:val="28"/>
        </w:rPr>
      </w:pPr>
    </w:p>
    <w:p w:rsidR="008743A1" w:rsidRPr="00533C83" w:rsidRDefault="008743A1" w:rsidP="00A909DC">
      <w:pPr>
        <w:rPr>
          <w:sz w:val="28"/>
          <w:szCs w:val="28"/>
        </w:rPr>
      </w:pPr>
      <w:r w:rsidRPr="00533C83">
        <w:rPr>
          <w:sz w:val="28"/>
          <w:szCs w:val="28"/>
        </w:rPr>
        <w:t>Начальник відділу юридично – кадрового</w:t>
      </w:r>
    </w:p>
    <w:p w:rsidR="008743A1" w:rsidRPr="00533C83" w:rsidRDefault="008743A1" w:rsidP="00A909DC">
      <w:pPr>
        <w:rPr>
          <w:sz w:val="28"/>
          <w:szCs w:val="28"/>
        </w:rPr>
      </w:pPr>
      <w:r w:rsidRPr="00533C83">
        <w:rPr>
          <w:sz w:val="28"/>
          <w:szCs w:val="28"/>
        </w:rPr>
        <w:t xml:space="preserve">забезпечення апарату виконавчого  комітету </w:t>
      </w:r>
    </w:p>
    <w:p w:rsidR="008743A1" w:rsidRPr="00533C83" w:rsidRDefault="008743A1" w:rsidP="00A909DC">
      <w:pPr>
        <w:rPr>
          <w:sz w:val="28"/>
          <w:szCs w:val="28"/>
        </w:rPr>
      </w:pPr>
      <w:r w:rsidRPr="00533C83">
        <w:rPr>
          <w:sz w:val="28"/>
          <w:szCs w:val="28"/>
        </w:rPr>
        <w:t xml:space="preserve">Ніжинської міської ради  </w:t>
      </w:r>
      <w:r w:rsidRPr="00533C83">
        <w:rPr>
          <w:sz w:val="28"/>
          <w:szCs w:val="28"/>
        </w:rPr>
        <w:tab/>
      </w:r>
      <w:r w:rsidRPr="00533C83">
        <w:rPr>
          <w:sz w:val="28"/>
          <w:szCs w:val="28"/>
        </w:rPr>
        <w:tab/>
      </w:r>
      <w:r w:rsidRPr="00533C83">
        <w:rPr>
          <w:sz w:val="28"/>
          <w:szCs w:val="28"/>
        </w:rPr>
        <w:tab/>
      </w:r>
      <w:r w:rsidRPr="00533C83">
        <w:rPr>
          <w:sz w:val="28"/>
          <w:szCs w:val="28"/>
        </w:rPr>
        <w:tab/>
      </w:r>
      <w:r w:rsidRPr="00533C83">
        <w:rPr>
          <w:sz w:val="28"/>
          <w:szCs w:val="28"/>
        </w:rPr>
        <w:tab/>
      </w:r>
      <w:r w:rsidRPr="00533C83">
        <w:rPr>
          <w:sz w:val="28"/>
          <w:szCs w:val="28"/>
        </w:rPr>
        <w:tab/>
      </w:r>
      <w:r w:rsidRPr="00533C83">
        <w:rPr>
          <w:sz w:val="28"/>
          <w:szCs w:val="28"/>
        </w:rPr>
        <w:tab/>
        <w:t xml:space="preserve">  В.О. Лега</w:t>
      </w:r>
    </w:p>
    <w:p w:rsidR="008743A1" w:rsidRPr="00533C83" w:rsidRDefault="008743A1" w:rsidP="00A909DC">
      <w:pPr>
        <w:rPr>
          <w:sz w:val="28"/>
          <w:szCs w:val="28"/>
        </w:rPr>
      </w:pPr>
    </w:p>
    <w:p w:rsidR="008743A1" w:rsidRPr="00533C83" w:rsidRDefault="008743A1" w:rsidP="00A909DC">
      <w:pPr>
        <w:tabs>
          <w:tab w:val="left" w:pos="1635"/>
        </w:tabs>
        <w:jc w:val="both"/>
        <w:rPr>
          <w:b/>
          <w:sz w:val="28"/>
          <w:szCs w:val="28"/>
        </w:rPr>
      </w:pPr>
      <w:r w:rsidRPr="00533C83">
        <w:rPr>
          <w:b/>
          <w:sz w:val="28"/>
          <w:szCs w:val="28"/>
        </w:rPr>
        <w:t>Погоджують:</w:t>
      </w:r>
    </w:p>
    <w:p w:rsidR="008743A1" w:rsidRPr="00533C83" w:rsidRDefault="008743A1" w:rsidP="00A909DC">
      <w:pPr>
        <w:tabs>
          <w:tab w:val="left" w:pos="1635"/>
        </w:tabs>
        <w:jc w:val="both"/>
        <w:rPr>
          <w:sz w:val="28"/>
          <w:szCs w:val="28"/>
        </w:rPr>
      </w:pPr>
      <w:r w:rsidRPr="00533C83">
        <w:rPr>
          <w:sz w:val="28"/>
          <w:szCs w:val="28"/>
        </w:rPr>
        <w:tab/>
      </w:r>
    </w:p>
    <w:p w:rsidR="008743A1" w:rsidRPr="00533C83" w:rsidRDefault="008743A1" w:rsidP="00A909DC">
      <w:pPr>
        <w:tabs>
          <w:tab w:val="left" w:pos="1635"/>
        </w:tabs>
        <w:jc w:val="both"/>
        <w:rPr>
          <w:sz w:val="28"/>
          <w:szCs w:val="28"/>
        </w:rPr>
      </w:pPr>
      <w:r w:rsidRPr="00533C83">
        <w:rPr>
          <w:sz w:val="28"/>
          <w:szCs w:val="28"/>
        </w:rPr>
        <w:t xml:space="preserve">Заступник міського голови з питань </w:t>
      </w:r>
    </w:p>
    <w:p w:rsidR="008743A1" w:rsidRPr="00533C83" w:rsidRDefault="008743A1" w:rsidP="00A909DC">
      <w:pPr>
        <w:tabs>
          <w:tab w:val="left" w:pos="1635"/>
        </w:tabs>
        <w:jc w:val="both"/>
        <w:rPr>
          <w:sz w:val="28"/>
          <w:szCs w:val="28"/>
        </w:rPr>
      </w:pPr>
      <w:r w:rsidRPr="00533C83">
        <w:rPr>
          <w:sz w:val="28"/>
          <w:szCs w:val="28"/>
        </w:rPr>
        <w:t xml:space="preserve">діяльності виконавчих </w:t>
      </w:r>
      <w:r w:rsidRPr="00533C83">
        <w:rPr>
          <w:sz w:val="28"/>
          <w:szCs w:val="28"/>
        </w:rPr>
        <w:tab/>
        <w:t xml:space="preserve">органів ради           </w:t>
      </w:r>
      <w:r w:rsidRPr="00533C83">
        <w:rPr>
          <w:sz w:val="28"/>
          <w:szCs w:val="28"/>
        </w:rPr>
        <w:tab/>
      </w:r>
      <w:r w:rsidRPr="00533C83">
        <w:rPr>
          <w:sz w:val="28"/>
          <w:szCs w:val="28"/>
        </w:rPr>
        <w:tab/>
      </w:r>
      <w:r w:rsidRPr="00533C83">
        <w:rPr>
          <w:sz w:val="28"/>
          <w:szCs w:val="28"/>
        </w:rPr>
        <w:tab/>
      </w:r>
      <w:r w:rsidRPr="00533C83">
        <w:rPr>
          <w:sz w:val="28"/>
          <w:szCs w:val="28"/>
        </w:rPr>
        <w:tab/>
        <w:t xml:space="preserve">  С.П. Дзюба </w:t>
      </w:r>
    </w:p>
    <w:p w:rsidR="008743A1" w:rsidRPr="00533C83" w:rsidRDefault="008743A1" w:rsidP="00A909DC">
      <w:pPr>
        <w:tabs>
          <w:tab w:val="left" w:pos="1635"/>
        </w:tabs>
        <w:jc w:val="both"/>
        <w:rPr>
          <w:sz w:val="28"/>
          <w:szCs w:val="28"/>
        </w:rPr>
      </w:pPr>
    </w:p>
    <w:p w:rsidR="008743A1" w:rsidRPr="00533C83" w:rsidRDefault="008743A1" w:rsidP="00A909DC">
      <w:pPr>
        <w:tabs>
          <w:tab w:val="left" w:pos="7938"/>
        </w:tabs>
        <w:rPr>
          <w:sz w:val="28"/>
          <w:szCs w:val="28"/>
        </w:rPr>
      </w:pPr>
      <w:r w:rsidRPr="00533C83">
        <w:rPr>
          <w:sz w:val="28"/>
          <w:szCs w:val="28"/>
        </w:rPr>
        <w:t xml:space="preserve">Секретар Ніжинської міської ради                                             </w:t>
      </w:r>
      <w:r>
        <w:rPr>
          <w:sz w:val="28"/>
          <w:szCs w:val="28"/>
        </w:rPr>
        <w:t xml:space="preserve">         </w:t>
      </w:r>
      <w:r w:rsidRPr="00533C83">
        <w:rPr>
          <w:sz w:val="28"/>
          <w:szCs w:val="28"/>
        </w:rPr>
        <w:t xml:space="preserve"> В.В. Салогуб</w:t>
      </w:r>
    </w:p>
    <w:p w:rsidR="008743A1" w:rsidRPr="00533C83" w:rsidRDefault="008743A1" w:rsidP="00A909DC">
      <w:pPr>
        <w:rPr>
          <w:sz w:val="28"/>
          <w:szCs w:val="28"/>
        </w:rPr>
      </w:pPr>
    </w:p>
    <w:p w:rsidR="008743A1" w:rsidRPr="00533C83" w:rsidRDefault="008743A1" w:rsidP="00A909DC">
      <w:pPr>
        <w:tabs>
          <w:tab w:val="left" w:pos="7938"/>
        </w:tabs>
        <w:rPr>
          <w:sz w:val="28"/>
          <w:szCs w:val="28"/>
        </w:rPr>
      </w:pPr>
      <w:r w:rsidRPr="00533C83">
        <w:rPr>
          <w:sz w:val="28"/>
          <w:szCs w:val="28"/>
        </w:rPr>
        <w:t xml:space="preserve">Начальник відділу </w:t>
      </w:r>
    </w:p>
    <w:p w:rsidR="008743A1" w:rsidRPr="00533C83" w:rsidRDefault="008743A1" w:rsidP="00A909DC">
      <w:pPr>
        <w:tabs>
          <w:tab w:val="left" w:pos="7938"/>
        </w:tabs>
        <w:rPr>
          <w:sz w:val="28"/>
          <w:szCs w:val="28"/>
        </w:rPr>
      </w:pPr>
      <w:r w:rsidRPr="00533C83">
        <w:rPr>
          <w:sz w:val="28"/>
          <w:szCs w:val="28"/>
        </w:rPr>
        <w:t xml:space="preserve">адміністративно - дозвільних процедур                               </w:t>
      </w:r>
      <w:r>
        <w:rPr>
          <w:sz w:val="28"/>
          <w:szCs w:val="28"/>
        </w:rPr>
        <w:t xml:space="preserve">               </w:t>
      </w:r>
      <w:r w:rsidRPr="00533C83">
        <w:rPr>
          <w:sz w:val="28"/>
          <w:szCs w:val="28"/>
        </w:rPr>
        <w:t xml:space="preserve"> В.М. Градобик </w:t>
      </w:r>
    </w:p>
    <w:p w:rsidR="008743A1" w:rsidRPr="00533C83" w:rsidRDefault="008743A1" w:rsidP="00A909DC">
      <w:pPr>
        <w:rPr>
          <w:sz w:val="28"/>
          <w:szCs w:val="28"/>
        </w:rPr>
      </w:pPr>
    </w:p>
    <w:p w:rsidR="008743A1" w:rsidRPr="00533C83" w:rsidRDefault="008743A1" w:rsidP="00A909DC">
      <w:pPr>
        <w:rPr>
          <w:sz w:val="28"/>
          <w:szCs w:val="28"/>
        </w:rPr>
      </w:pPr>
      <w:r w:rsidRPr="00533C83">
        <w:rPr>
          <w:sz w:val="28"/>
          <w:szCs w:val="28"/>
        </w:rPr>
        <w:t>Голова постійної комісії міської ради з</w:t>
      </w:r>
    </w:p>
    <w:p w:rsidR="008743A1" w:rsidRPr="00533C83" w:rsidRDefault="008743A1" w:rsidP="00A909DC">
      <w:pPr>
        <w:rPr>
          <w:sz w:val="28"/>
          <w:szCs w:val="28"/>
        </w:rPr>
      </w:pPr>
      <w:r w:rsidRPr="00533C83">
        <w:rPr>
          <w:sz w:val="28"/>
          <w:szCs w:val="28"/>
        </w:rPr>
        <w:t>з соціального захисту населення,</w:t>
      </w:r>
    </w:p>
    <w:p w:rsidR="008743A1" w:rsidRPr="00533C83" w:rsidRDefault="008743A1" w:rsidP="00A909DC">
      <w:pPr>
        <w:rPr>
          <w:sz w:val="28"/>
          <w:szCs w:val="28"/>
        </w:rPr>
      </w:pPr>
      <w:r w:rsidRPr="00533C83">
        <w:rPr>
          <w:sz w:val="28"/>
          <w:szCs w:val="28"/>
        </w:rPr>
        <w:t>освіти, охорони здоров’я, культури, сім’ї та</w:t>
      </w:r>
    </w:p>
    <w:p w:rsidR="008743A1" w:rsidRPr="00533C83" w:rsidRDefault="008743A1" w:rsidP="00A909DC">
      <w:pPr>
        <w:rPr>
          <w:sz w:val="28"/>
          <w:szCs w:val="28"/>
        </w:rPr>
      </w:pPr>
      <w:r w:rsidRPr="00533C83">
        <w:rPr>
          <w:sz w:val="28"/>
          <w:szCs w:val="28"/>
        </w:rPr>
        <w:t xml:space="preserve">молоді,фізичної культури і спорту                                           </w:t>
      </w:r>
      <w:r w:rsidRPr="00533C83">
        <w:rPr>
          <w:sz w:val="28"/>
          <w:szCs w:val="28"/>
        </w:rPr>
        <w:tab/>
        <w:t xml:space="preserve">                              В.С. Король</w:t>
      </w:r>
    </w:p>
    <w:p w:rsidR="008743A1" w:rsidRPr="00533C83" w:rsidRDefault="008743A1" w:rsidP="00A909DC">
      <w:pPr>
        <w:tabs>
          <w:tab w:val="left" w:pos="6450"/>
        </w:tabs>
        <w:rPr>
          <w:sz w:val="28"/>
          <w:szCs w:val="28"/>
        </w:rPr>
      </w:pPr>
    </w:p>
    <w:p w:rsidR="008743A1" w:rsidRPr="00533C83" w:rsidRDefault="008743A1" w:rsidP="00A909DC">
      <w:pPr>
        <w:tabs>
          <w:tab w:val="left" w:pos="6450"/>
        </w:tabs>
        <w:rPr>
          <w:sz w:val="28"/>
          <w:szCs w:val="28"/>
        </w:rPr>
      </w:pPr>
      <w:r w:rsidRPr="00533C83">
        <w:rPr>
          <w:sz w:val="28"/>
          <w:szCs w:val="28"/>
        </w:rPr>
        <w:t>Голова постійної депутатської комісії з</w:t>
      </w:r>
    </w:p>
    <w:p w:rsidR="008743A1" w:rsidRPr="00533C83" w:rsidRDefault="008743A1" w:rsidP="00842ED1">
      <w:pPr>
        <w:tabs>
          <w:tab w:val="left" w:pos="6450"/>
          <w:tab w:val="left" w:pos="7938"/>
        </w:tabs>
        <w:rPr>
          <w:sz w:val="28"/>
          <w:szCs w:val="28"/>
        </w:rPr>
      </w:pPr>
      <w:r w:rsidRPr="00533C83">
        <w:rPr>
          <w:sz w:val="28"/>
          <w:szCs w:val="28"/>
        </w:rPr>
        <w:t xml:space="preserve">питань регламенту, депутатської </w:t>
      </w:r>
      <w:r w:rsidRPr="00533C83">
        <w:rPr>
          <w:sz w:val="28"/>
          <w:szCs w:val="28"/>
        </w:rPr>
        <w:tab/>
      </w:r>
      <w:r w:rsidRPr="00533C83">
        <w:rPr>
          <w:sz w:val="28"/>
          <w:szCs w:val="28"/>
        </w:rPr>
        <w:br/>
        <w:t xml:space="preserve">діяльності та етикету, законності, </w:t>
      </w:r>
      <w:r w:rsidRPr="00533C83">
        <w:rPr>
          <w:sz w:val="28"/>
          <w:szCs w:val="28"/>
        </w:rPr>
        <w:tab/>
      </w:r>
      <w:r w:rsidRPr="00533C83">
        <w:rPr>
          <w:sz w:val="28"/>
          <w:szCs w:val="28"/>
        </w:rPr>
        <w:br/>
        <w:t xml:space="preserve">правопорядку, антикорупційної політики, </w:t>
      </w:r>
      <w:r w:rsidRPr="00533C83">
        <w:rPr>
          <w:sz w:val="28"/>
          <w:szCs w:val="28"/>
        </w:rPr>
        <w:tab/>
      </w:r>
      <w:r w:rsidRPr="00533C83">
        <w:rPr>
          <w:sz w:val="28"/>
          <w:szCs w:val="28"/>
        </w:rPr>
        <w:br/>
        <w:t xml:space="preserve">свободи слова та зв’язків з громадськістю                              </w:t>
      </w:r>
      <w:r w:rsidRPr="00533C83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533C83">
        <w:rPr>
          <w:sz w:val="28"/>
          <w:szCs w:val="28"/>
        </w:rPr>
        <w:t xml:space="preserve"> О.В. Щербак </w:t>
      </w:r>
    </w:p>
    <w:p w:rsidR="008743A1" w:rsidRPr="00533C83" w:rsidRDefault="008743A1" w:rsidP="00A909DC">
      <w:pPr>
        <w:tabs>
          <w:tab w:val="left" w:pos="6450"/>
        </w:tabs>
        <w:rPr>
          <w:sz w:val="28"/>
          <w:szCs w:val="28"/>
        </w:rPr>
      </w:pPr>
    </w:p>
    <w:p w:rsidR="008743A1" w:rsidRPr="00533C83" w:rsidRDefault="008743A1" w:rsidP="00A909DC">
      <w:pPr>
        <w:rPr>
          <w:sz w:val="28"/>
          <w:szCs w:val="28"/>
        </w:rPr>
      </w:pPr>
    </w:p>
    <w:p w:rsidR="008743A1" w:rsidRDefault="008743A1" w:rsidP="00A909DC">
      <w:pPr>
        <w:rPr>
          <w:sz w:val="28"/>
          <w:szCs w:val="28"/>
        </w:rPr>
      </w:pPr>
    </w:p>
    <w:p w:rsidR="008743A1" w:rsidRDefault="008743A1" w:rsidP="00A909DC">
      <w:pPr>
        <w:rPr>
          <w:sz w:val="28"/>
          <w:szCs w:val="28"/>
        </w:rPr>
      </w:pPr>
    </w:p>
    <w:p w:rsidR="008743A1" w:rsidRDefault="008743A1" w:rsidP="00A909DC">
      <w:pPr>
        <w:rPr>
          <w:sz w:val="28"/>
          <w:szCs w:val="28"/>
        </w:rPr>
      </w:pPr>
    </w:p>
    <w:p w:rsidR="008743A1" w:rsidRDefault="008743A1" w:rsidP="00A909DC">
      <w:pPr>
        <w:rPr>
          <w:sz w:val="28"/>
          <w:szCs w:val="28"/>
        </w:rPr>
      </w:pPr>
    </w:p>
    <w:p w:rsidR="008743A1" w:rsidRDefault="008743A1" w:rsidP="00A909DC">
      <w:pPr>
        <w:rPr>
          <w:sz w:val="28"/>
          <w:szCs w:val="28"/>
        </w:rPr>
      </w:pPr>
    </w:p>
    <w:p w:rsidR="008743A1" w:rsidRDefault="008743A1" w:rsidP="00A909DC">
      <w:pPr>
        <w:rPr>
          <w:sz w:val="28"/>
          <w:szCs w:val="28"/>
        </w:rPr>
      </w:pPr>
    </w:p>
    <w:p w:rsidR="008743A1" w:rsidRDefault="008743A1" w:rsidP="00A909DC">
      <w:pPr>
        <w:rPr>
          <w:sz w:val="28"/>
          <w:szCs w:val="28"/>
        </w:rPr>
      </w:pPr>
    </w:p>
    <w:p w:rsidR="008743A1" w:rsidRDefault="008743A1" w:rsidP="00A909DC">
      <w:pPr>
        <w:rPr>
          <w:sz w:val="28"/>
          <w:szCs w:val="28"/>
        </w:rPr>
      </w:pPr>
    </w:p>
    <w:p w:rsidR="008743A1" w:rsidRDefault="008743A1" w:rsidP="00A909DC">
      <w:pPr>
        <w:rPr>
          <w:sz w:val="28"/>
          <w:szCs w:val="28"/>
        </w:rPr>
      </w:pPr>
    </w:p>
    <w:p w:rsidR="008743A1" w:rsidRDefault="008743A1" w:rsidP="00A909DC">
      <w:pPr>
        <w:rPr>
          <w:sz w:val="28"/>
          <w:szCs w:val="28"/>
        </w:rPr>
      </w:pPr>
    </w:p>
    <w:p w:rsidR="008743A1" w:rsidRDefault="008743A1" w:rsidP="00A909DC">
      <w:pPr>
        <w:rPr>
          <w:sz w:val="28"/>
          <w:szCs w:val="28"/>
        </w:rPr>
      </w:pPr>
    </w:p>
    <w:p w:rsidR="008743A1" w:rsidRDefault="008743A1" w:rsidP="00A909DC">
      <w:pPr>
        <w:rPr>
          <w:sz w:val="28"/>
          <w:szCs w:val="28"/>
        </w:rPr>
      </w:pPr>
    </w:p>
    <w:p w:rsidR="008743A1" w:rsidRDefault="008743A1" w:rsidP="00A909DC">
      <w:pPr>
        <w:rPr>
          <w:sz w:val="28"/>
          <w:szCs w:val="28"/>
        </w:rPr>
      </w:pPr>
    </w:p>
    <w:p w:rsidR="008743A1" w:rsidRDefault="008743A1" w:rsidP="00A909DC">
      <w:pPr>
        <w:rPr>
          <w:sz w:val="28"/>
          <w:szCs w:val="28"/>
        </w:rPr>
      </w:pPr>
    </w:p>
    <w:p w:rsidR="008743A1" w:rsidRDefault="008743A1" w:rsidP="00A909DC">
      <w:pPr>
        <w:rPr>
          <w:sz w:val="28"/>
          <w:szCs w:val="28"/>
        </w:rPr>
      </w:pPr>
    </w:p>
    <w:p w:rsidR="008743A1" w:rsidRPr="00533C83" w:rsidRDefault="008743A1" w:rsidP="00A909DC">
      <w:pPr>
        <w:rPr>
          <w:sz w:val="28"/>
          <w:szCs w:val="28"/>
        </w:rPr>
      </w:pPr>
    </w:p>
    <w:p w:rsidR="008743A1" w:rsidRPr="00533C83" w:rsidRDefault="008743A1" w:rsidP="00771EDC">
      <w:pPr>
        <w:ind w:left="-540"/>
        <w:jc w:val="both"/>
        <w:rPr>
          <w:b/>
          <w:sz w:val="28"/>
          <w:szCs w:val="28"/>
        </w:rPr>
      </w:pPr>
    </w:p>
    <w:p w:rsidR="008743A1" w:rsidRPr="00533C83" w:rsidRDefault="008743A1" w:rsidP="002D7D95">
      <w:pPr>
        <w:jc w:val="both"/>
        <w:rPr>
          <w:sz w:val="28"/>
          <w:szCs w:val="28"/>
        </w:rPr>
      </w:pPr>
      <w:r w:rsidRPr="00533C83">
        <w:rPr>
          <w:b/>
          <w:sz w:val="28"/>
          <w:szCs w:val="28"/>
        </w:rPr>
        <w:t xml:space="preserve">                   </w:t>
      </w:r>
    </w:p>
    <w:p w:rsidR="008743A1" w:rsidRPr="00533C83" w:rsidRDefault="008743A1" w:rsidP="00C454F0">
      <w:pPr>
        <w:jc w:val="center"/>
        <w:rPr>
          <w:b/>
          <w:sz w:val="28"/>
          <w:szCs w:val="28"/>
        </w:rPr>
      </w:pPr>
      <w:r w:rsidRPr="00533C83">
        <w:rPr>
          <w:b/>
          <w:sz w:val="28"/>
          <w:szCs w:val="28"/>
        </w:rPr>
        <w:t>ПОЯСНЮВАЛЬНА ЗАП</w:t>
      </w:r>
      <w:bookmarkStart w:id="0" w:name="_GoBack"/>
      <w:bookmarkEnd w:id="0"/>
      <w:r w:rsidRPr="00533C83">
        <w:rPr>
          <w:b/>
          <w:sz w:val="28"/>
          <w:szCs w:val="28"/>
        </w:rPr>
        <w:t>ИСКА</w:t>
      </w:r>
    </w:p>
    <w:p w:rsidR="008743A1" w:rsidRPr="00533C83" w:rsidRDefault="008743A1" w:rsidP="00C454F0">
      <w:pPr>
        <w:jc w:val="center"/>
        <w:rPr>
          <w:b/>
          <w:sz w:val="28"/>
          <w:szCs w:val="28"/>
        </w:rPr>
      </w:pPr>
      <w:r w:rsidRPr="00533C83">
        <w:rPr>
          <w:b/>
          <w:sz w:val="28"/>
          <w:szCs w:val="28"/>
        </w:rPr>
        <w:t>до проекту рішення Про внесення змін до Статуту та затвердження Статуту комунального некомерційного підприємства «Ніжинський міський пологовий будинок» Ніжинської міської ради Чернігівської області у новій редакції</w:t>
      </w:r>
    </w:p>
    <w:p w:rsidR="008743A1" w:rsidRPr="00533C83" w:rsidRDefault="008743A1" w:rsidP="00C454F0">
      <w:pPr>
        <w:jc w:val="center"/>
        <w:rPr>
          <w:b/>
          <w:sz w:val="28"/>
          <w:szCs w:val="28"/>
        </w:rPr>
      </w:pPr>
    </w:p>
    <w:p w:rsidR="008743A1" w:rsidRPr="00533C83" w:rsidRDefault="008743A1" w:rsidP="00FC5A38">
      <w:pPr>
        <w:jc w:val="both"/>
        <w:rPr>
          <w:sz w:val="28"/>
          <w:szCs w:val="28"/>
        </w:rPr>
      </w:pPr>
      <w:r w:rsidRPr="00533C83">
        <w:rPr>
          <w:b/>
          <w:sz w:val="28"/>
          <w:szCs w:val="28"/>
        </w:rPr>
        <w:br/>
      </w:r>
      <w:r w:rsidRPr="00533C83">
        <w:rPr>
          <w:sz w:val="28"/>
          <w:szCs w:val="28"/>
        </w:rPr>
        <w:t xml:space="preserve">          Відповідно до статей 25, 26, 42, 59, 73 Закону України «Про місцеве самоврядування в Україні», Законів України «Основи законодавства України про охорону здоров’я», «Про внесення змін до деяких законодавчих актів України щодо удосконалення законодавства з питань діяльності закладів охорони здоров’я», «Про державні фінансові гарантії медичного обслуговування населення», Регламенту Ніжинської міської ради Чернігівської області, затвердженого рішенням Ніжинської міської ради від 24 листопада 2015 року №1-2/2015 (із змінами), у зв’язку з внесенням змін до </w:t>
      </w:r>
      <w:hyperlink r:id="rId7" w:anchor="n5" w:tgtFrame="_blank" w:history="1">
        <w:r w:rsidRPr="00533C83">
          <w:rPr>
            <w:rStyle w:val="Hyperlink"/>
            <w:color w:val="auto"/>
            <w:sz w:val="28"/>
            <w:szCs w:val="28"/>
            <w:u w:val="none"/>
            <w:shd w:val="clear" w:color="auto" w:fill="FFFFFF"/>
          </w:rPr>
          <w:t>Довідника кваліфікаційних характеристик професій працівників. Випуск 78 "Охорона здоров'я"</w:t>
        </w:r>
      </w:hyperlink>
      <w:r w:rsidRPr="00533C83">
        <w:rPr>
          <w:sz w:val="28"/>
          <w:szCs w:val="28"/>
        </w:rPr>
        <w:t xml:space="preserve"> </w:t>
      </w:r>
      <w:r w:rsidRPr="00533C83">
        <w:rPr>
          <w:color w:val="000000"/>
          <w:sz w:val="28"/>
          <w:szCs w:val="28"/>
        </w:rPr>
        <w:t>наказом МОЗ від 31.10.2018 року № 1977 «Про внесення змін до Довідника кваліфікаційних характеристик працівників. Випуск 78 «Охорона здоров’я»</w:t>
      </w:r>
      <w:r w:rsidRPr="00533C83">
        <w:rPr>
          <w:sz w:val="28"/>
          <w:szCs w:val="28"/>
        </w:rPr>
        <w:t xml:space="preserve"> існує необхідність внести зміни до Статуту комунального некомерційного підприємства «</w:t>
      </w:r>
      <w:r w:rsidRPr="00533C83">
        <w:rPr>
          <w:sz w:val="28"/>
          <w:szCs w:val="28"/>
          <w:lang w:val="ru-RU"/>
        </w:rPr>
        <w:t>Н</w:t>
      </w:r>
      <w:r w:rsidRPr="00533C83">
        <w:rPr>
          <w:sz w:val="28"/>
          <w:szCs w:val="28"/>
        </w:rPr>
        <w:t>і</w:t>
      </w:r>
      <w:r w:rsidRPr="00533C83">
        <w:rPr>
          <w:sz w:val="28"/>
          <w:szCs w:val="28"/>
          <w:lang w:val="ru-RU"/>
        </w:rPr>
        <w:t>жинський міський пологовий будинок</w:t>
      </w:r>
      <w:r w:rsidRPr="00533C83">
        <w:rPr>
          <w:sz w:val="28"/>
          <w:szCs w:val="28"/>
        </w:rPr>
        <w:t>» Ніжинської міської ради Чернігівської області, а саме: замінити в пунктах Статуту назву посади керівника підприємства  «директора (головного лікаря)» на «генерального директора».</w:t>
      </w:r>
    </w:p>
    <w:p w:rsidR="008743A1" w:rsidRPr="00533C83" w:rsidRDefault="008743A1" w:rsidP="00FC5A38">
      <w:pPr>
        <w:pStyle w:val="ListParagraph"/>
        <w:ind w:left="-567" w:firstLine="27"/>
        <w:rPr>
          <w:sz w:val="28"/>
          <w:szCs w:val="28"/>
        </w:rPr>
      </w:pPr>
      <w:r w:rsidRPr="00533C83">
        <w:rPr>
          <w:sz w:val="28"/>
          <w:szCs w:val="28"/>
        </w:rPr>
        <w:t xml:space="preserve">         </w:t>
      </w:r>
    </w:p>
    <w:p w:rsidR="008743A1" w:rsidRPr="00533C83" w:rsidRDefault="008743A1" w:rsidP="00FC5A38">
      <w:pPr>
        <w:rPr>
          <w:sz w:val="28"/>
          <w:szCs w:val="28"/>
        </w:rPr>
      </w:pPr>
    </w:p>
    <w:p w:rsidR="008743A1" w:rsidRPr="00533C83" w:rsidRDefault="008743A1" w:rsidP="00FC5A38">
      <w:pPr>
        <w:rPr>
          <w:sz w:val="28"/>
          <w:szCs w:val="28"/>
        </w:rPr>
      </w:pPr>
    </w:p>
    <w:p w:rsidR="008743A1" w:rsidRPr="00533C83" w:rsidRDefault="008743A1" w:rsidP="00FC5A38">
      <w:pPr>
        <w:rPr>
          <w:sz w:val="28"/>
          <w:szCs w:val="28"/>
        </w:rPr>
      </w:pPr>
      <w:r w:rsidRPr="00533C83">
        <w:rPr>
          <w:sz w:val="28"/>
          <w:szCs w:val="28"/>
        </w:rPr>
        <w:t>Начальник відділу юридично – кадрового</w:t>
      </w:r>
    </w:p>
    <w:p w:rsidR="008743A1" w:rsidRPr="00533C83" w:rsidRDefault="008743A1" w:rsidP="00FC5A38">
      <w:pPr>
        <w:rPr>
          <w:sz w:val="28"/>
          <w:szCs w:val="28"/>
        </w:rPr>
      </w:pPr>
      <w:r w:rsidRPr="00533C83">
        <w:rPr>
          <w:sz w:val="28"/>
          <w:szCs w:val="28"/>
        </w:rPr>
        <w:t xml:space="preserve">забезпечення апарату виконавчого  комітету </w:t>
      </w:r>
    </w:p>
    <w:p w:rsidR="008743A1" w:rsidRPr="00533C83" w:rsidRDefault="008743A1" w:rsidP="00FC5A38">
      <w:pPr>
        <w:rPr>
          <w:sz w:val="28"/>
          <w:szCs w:val="28"/>
        </w:rPr>
      </w:pPr>
      <w:r w:rsidRPr="00533C83">
        <w:rPr>
          <w:sz w:val="28"/>
          <w:szCs w:val="28"/>
        </w:rPr>
        <w:t xml:space="preserve">Ніжинської міської ради  </w:t>
      </w:r>
      <w:r w:rsidRPr="00533C83">
        <w:rPr>
          <w:sz w:val="28"/>
          <w:szCs w:val="28"/>
        </w:rPr>
        <w:tab/>
      </w:r>
      <w:r w:rsidRPr="00533C83">
        <w:rPr>
          <w:sz w:val="28"/>
          <w:szCs w:val="28"/>
        </w:rPr>
        <w:tab/>
      </w:r>
      <w:r w:rsidRPr="00533C83">
        <w:rPr>
          <w:sz w:val="28"/>
          <w:szCs w:val="28"/>
        </w:rPr>
        <w:tab/>
      </w:r>
      <w:r w:rsidRPr="00533C83">
        <w:rPr>
          <w:sz w:val="28"/>
          <w:szCs w:val="28"/>
        </w:rPr>
        <w:tab/>
      </w:r>
      <w:r w:rsidRPr="00533C83">
        <w:rPr>
          <w:sz w:val="28"/>
          <w:szCs w:val="28"/>
        </w:rPr>
        <w:tab/>
      </w:r>
      <w:r w:rsidRPr="00533C83">
        <w:rPr>
          <w:sz w:val="28"/>
          <w:szCs w:val="28"/>
        </w:rPr>
        <w:tab/>
      </w:r>
      <w:r w:rsidRPr="00533C83">
        <w:rPr>
          <w:sz w:val="28"/>
          <w:szCs w:val="28"/>
        </w:rPr>
        <w:tab/>
      </w:r>
      <w:r w:rsidRPr="00533C83">
        <w:rPr>
          <w:sz w:val="28"/>
          <w:szCs w:val="28"/>
        </w:rPr>
        <w:tab/>
        <w:t xml:space="preserve">  В.О. Лега</w:t>
      </w:r>
    </w:p>
    <w:p w:rsidR="008743A1" w:rsidRPr="00533C83" w:rsidRDefault="008743A1" w:rsidP="00FC5A38">
      <w:pPr>
        <w:jc w:val="both"/>
        <w:rPr>
          <w:sz w:val="28"/>
          <w:szCs w:val="28"/>
        </w:rPr>
      </w:pPr>
    </w:p>
    <w:p w:rsidR="008743A1" w:rsidRPr="00533C83" w:rsidRDefault="008743A1" w:rsidP="002D7D95">
      <w:pPr>
        <w:jc w:val="both"/>
        <w:rPr>
          <w:sz w:val="28"/>
          <w:szCs w:val="28"/>
        </w:rPr>
      </w:pPr>
    </w:p>
    <w:p w:rsidR="008743A1" w:rsidRPr="00533C83" w:rsidRDefault="008743A1" w:rsidP="002D7D95">
      <w:pPr>
        <w:jc w:val="both"/>
        <w:rPr>
          <w:sz w:val="28"/>
          <w:szCs w:val="28"/>
        </w:rPr>
      </w:pPr>
    </w:p>
    <w:p w:rsidR="008743A1" w:rsidRPr="00533C83" w:rsidRDefault="008743A1" w:rsidP="002D7D95">
      <w:pPr>
        <w:jc w:val="both"/>
        <w:rPr>
          <w:sz w:val="28"/>
          <w:szCs w:val="28"/>
        </w:rPr>
      </w:pPr>
    </w:p>
    <w:p w:rsidR="008743A1" w:rsidRPr="00533C83" w:rsidRDefault="008743A1" w:rsidP="002D7D95">
      <w:pPr>
        <w:jc w:val="both"/>
        <w:rPr>
          <w:sz w:val="28"/>
          <w:szCs w:val="28"/>
        </w:rPr>
      </w:pPr>
    </w:p>
    <w:sectPr w:rsidR="008743A1" w:rsidRPr="00533C83" w:rsidSect="007910ED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41303"/>
    <w:multiLevelType w:val="hybridMultilevel"/>
    <w:tmpl w:val="54802EE4"/>
    <w:lvl w:ilvl="0" w:tplc="A8DA4FD0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">
    <w:nsid w:val="28975634"/>
    <w:multiLevelType w:val="hybridMultilevel"/>
    <w:tmpl w:val="54802EE4"/>
    <w:lvl w:ilvl="0" w:tplc="A8DA4FD0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">
    <w:nsid w:val="398B4264"/>
    <w:multiLevelType w:val="hybridMultilevel"/>
    <w:tmpl w:val="9408894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CE44BB"/>
    <w:multiLevelType w:val="hybridMultilevel"/>
    <w:tmpl w:val="808AA69C"/>
    <w:lvl w:ilvl="0" w:tplc="8CECB990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4">
    <w:nsid w:val="42921FD4"/>
    <w:multiLevelType w:val="hybridMultilevel"/>
    <w:tmpl w:val="54802EE4"/>
    <w:lvl w:ilvl="0" w:tplc="A8DA4FD0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5">
    <w:nsid w:val="4F622DF5"/>
    <w:multiLevelType w:val="hybridMultilevel"/>
    <w:tmpl w:val="2D4643B4"/>
    <w:lvl w:ilvl="0" w:tplc="5F48E908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9BF23C62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 w:tplc="F59629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C3C65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09A1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C0E49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8A2AD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52AD6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EAC02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5AA664A6"/>
    <w:multiLevelType w:val="hybridMultilevel"/>
    <w:tmpl w:val="B40A80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38352BF"/>
    <w:multiLevelType w:val="hybridMultilevel"/>
    <w:tmpl w:val="2DEACFF2"/>
    <w:lvl w:ilvl="0" w:tplc="30AE040A">
      <w:start w:val="1"/>
      <w:numFmt w:val="decimal"/>
      <w:lvlText w:val="%1."/>
      <w:lvlJc w:val="left"/>
      <w:pPr>
        <w:ind w:left="1758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6D9121FB"/>
    <w:multiLevelType w:val="hybridMultilevel"/>
    <w:tmpl w:val="9AA2DC8E"/>
    <w:lvl w:ilvl="0" w:tplc="95CE846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9">
    <w:nsid w:val="7245058D"/>
    <w:multiLevelType w:val="hybridMultilevel"/>
    <w:tmpl w:val="2BACC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2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10ED"/>
    <w:rsid w:val="00004E4B"/>
    <w:rsid w:val="00010B4D"/>
    <w:rsid w:val="0001338E"/>
    <w:rsid w:val="00015C81"/>
    <w:rsid w:val="00016084"/>
    <w:rsid w:val="0001647C"/>
    <w:rsid w:val="000207AE"/>
    <w:rsid w:val="00024714"/>
    <w:rsid w:val="00026685"/>
    <w:rsid w:val="00026B8D"/>
    <w:rsid w:val="00026E66"/>
    <w:rsid w:val="00026F01"/>
    <w:rsid w:val="000331F2"/>
    <w:rsid w:val="00033986"/>
    <w:rsid w:val="0003417E"/>
    <w:rsid w:val="00034241"/>
    <w:rsid w:val="00040E3B"/>
    <w:rsid w:val="0004235C"/>
    <w:rsid w:val="00043E4C"/>
    <w:rsid w:val="00044E49"/>
    <w:rsid w:val="000467A6"/>
    <w:rsid w:val="00050D79"/>
    <w:rsid w:val="00051465"/>
    <w:rsid w:val="00051515"/>
    <w:rsid w:val="00053583"/>
    <w:rsid w:val="00054C99"/>
    <w:rsid w:val="00054F8C"/>
    <w:rsid w:val="00060A72"/>
    <w:rsid w:val="00062464"/>
    <w:rsid w:val="000634BE"/>
    <w:rsid w:val="000638CA"/>
    <w:rsid w:val="00066A07"/>
    <w:rsid w:val="00071989"/>
    <w:rsid w:val="0007398E"/>
    <w:rsid w:val="00075A8D"/>
    <w:rsid w:val="000772A1"/>
    <w:rsid w:val="0007779B"/>
    <w:rsid w:val="00083611"/>
    <w:rsid w:val="0008476A"/>
    <w:rsid w:val="00084A83"/>
    <w:rsid w:val="00085790"/>
    <w:rsid w:val="0008623A"/>
    <w:rsid w:val="00092BF1"/>
    <w:rsid w:val="0009439E"/>
    <w:rsid w:val="0009528C"/>
    <w:rsid w:val="000955FE"/>
    <w:rsid w:val="00096E6D"/>
    <w:rsid w:val="00097C8B"/>
    <w:rsid w:val="00097F49"/>
    <w:rsid w:val="000A0782"/>
    <w:rsid w:val="000A2950"/>
    <w:rsid w:val="000A3D7F"/>
    <w:rsid w:val="000A4D64"/>
    <w:rsid w:val="000A6B42"/>
    <w:rsid w:val="000B0926"/>
    <w:rsid w:val="000B2DDE"/>
    <w:rsid w:val="000B3E7E"/>
    <w:rsid w:val="000B4638"/>
    <w:rsid w:val="000B634E"/>
    <w:rsid w:val="000B6A85"/>
    <w:rsid w:val="000C0001"/>
    <w:rsid w:val="000C5A20"/>
    <w:rsid w:val="000C5DB8"/>
    <w:rsid w:val="000E1135"/>
    <w:rsid w:val="000E1D0C"/>
    <w:rsid w:val="000E2BFA"/>
    <w:rsid w:val="000E6B2D"/>
    <w:rsid w:val="000F49F8"/>
    <w:rsid w:val="000F7D37"/>
    <w:rsid w:val="00101060"/>
    <w:rsid w:val="0010654A"/>
    <w:rsid w:val="00111C05"/>
    <w:rsid w:val="001200B0"/>
    <w:rsid w:val="00121A12"/>
    <w:rsid w:val="00121A62"/>
    <w:rsid w:val="00122CA6"/>
    <w:rsid w:val="00130DF6"/>
    <w:rsid w:val="001324A5"/>
    <w:rsid w:val="00132EB7"/>
    <w:rsid w:val="0013321A"/>
    <w:rsid w:val="001346FD"/>
    <w:rsid w:val="00135AB2"/>
    <w:rsid w:val="0013761D"/>
    <w:rsid w:val="00140918"/>
    <w:rsid w:val="00143787"/>
    <w:rsid w:val="00144F21"/>
    <w:rsid w:val="00152EB5"/>
    <w:rsid w:val="0015641B"/>
    <w:rsid w:val="001565A0"/>
    <w:rsid w:val="001673D5"/>
    <w:rsid w:val="00167E3A"/>
    <w:rsid w:val="00173C8B"/>
    <w:rsid w:val="0017493B"/>
    <w:rsid w:val="0017635C"/>
    <w:rsid w:val="00184A44"/>
    <w:rsid w:val="0018506A"/>
    <w:rsid w:val="00187991"/>
    <w:rsid w:val="00190469"/>
    <w:rsid w:val="001947C7"/>
    <w:rsid w:val="00195BDF"/>
    <w:rsid w:val="001A2E7E"/>
    <w:rsid w:val="001A75BE"/>
    <w:rsid w:val="001B2C3F"/>
    <w:rsid w:val="001B2CC3"/>
    <w:rsid w:val="001C0646"/>
    <w:rsid w:val="001C2F4B"/>
    <w:rsid w:val="001D1BE8"/>
    <w:rsid w:val="001D730E"/>
    <w:rsid w:val="001D7FB2"/>
    <w:rsid w:val="001E1D0C"/>
    <w:rsid w:val="001E394C"/>
    <w:rsid w:val="001E3F8C"/>
    <w:rsid w:val="001E40F3"/>
    <w:rsid w:val="001F1536"/>
    <w:rsid w:val="001F3091"/>
    <w:rsid w:val="001F3624"/>
    <w:rsid w:val="001F4195"/>
    <w:rsid w:val="001F55C7"/>
    <w:rsid w:val="001F6168"/>
    <w:rsid w:val="002049DC"/>
    <w:rsid w:val="00210CBF"/>
    <w:rsid w:val="002155F0"/>
    <w:rsid w:val="0021749C"/>
    <w:rsid w:val="0022215C"/>
    <w:rsid w:val="00224DFA"/>
    <w:rsid w:val="00224EC7"/>
    <w:rsid w:val="0022592B"/>
    <w:rsid w:val="00227F70"/>
    <w:rsid w:val="00232571"/>
    <w:rsid w:val="00235A6E"/>
    <w:rsid w:val="00243BBC"/>
    <w:rsid w:val="0024524E"/>
    <w:rsid w:val="00247798"/>
    <w:rsid w:val="002541AE"/>
    <w:rsid w:val="00257A54"/>
    <w:rsid w:val="00262531"/>
    <w:rsid w:val="0026444A"/>
    <w:rsid w:val="00265175"/>
    <w:rsid w:val="00270288"/>
    <w:rsid w:val="00276334"/>
    <w:rsid w:val="00281D2A"/>
    <w:rsid w:val="0028382F"/>
    <w:rsid w:val="00284B1F"/>
    <w:rsid w:val="00287178"/>
    <w:rsid w:val="002911FA"/>
    <w:rsid w:val="00292218"/>
    <w:rsid w:val="002932D8"/>
    <w:rsid w:val="002947C0"/>
    <w:rsid w:val="0029562F"/>
    <w:rsid w:val="00296145"/>
    <w:rsid w:val="00296D4D"/>
    <w:rsid w:val="002A7988"/>
    <w:rsid w:val="002B7062"/>
    <w:rsid w:val="002C09A1"/>
    <w:rsid w:val="002C2BA3"/>
    <w:rsid w:val="002C6124"/>
    <w:rsid w:val="002C63D3"/>
    <w:rsid w:val="002C6E4B"/>
    <w:rsid w:val="002D0563"/>
    <w:rsid w:val="002D1D03"/>
    <w:rsid w:val="002D7D95"/>
    <w:rsid w:val="002E190A"/>
    <w:rsid w:val="002E5854"/>
    <w:rsid w:val="002E7E9E"/>
    <w:rsid w:val="002F0D15"/>
    <w:rsid w:val="002F1163"/>
    <w:rsid w:val="002F1A8A"/>
    <w:rsid w:val="002F31B8"/>
    <w:rsid w:val="002F31EE"/>
    <w:rsid w:val="002F4C63"/>
    <w:rsid w:val="002F5188"/>
    <w:rsid w:val="002F7DDA"/>
    <w:rsid w:val="003035F1"/>
    <w:rsid w:val="00303943"/>
    <w:rsid w:val="00304A94"/>
    <w:rsid w:val="0030652C"/>
    <w:rsid w:val="00306B68"/>
    <w:rsid w:val="00311B85"/>
    <w:rsid w:val="00315349"/>
    <w:rsid w:val="00315366"/>
    <w:rsid w:val="003168F6"/>
    <w:rsid w:val="00326E72"/>
    <w:rsid w:val="00327E52"/>
    <w:rsid w:val="0033007A"/>
    <w:rsid w:val="00331974"/>
    <w:rsid w:val="003334C3"/>
    <w:rsid w:val="00334CD0"/>
    <w:rsid w:val="003357EA"/>
    <w:rsid w:val="003366D7"/>
    <w:rsid w:val="003415A6"/>
    <w:rsid w:val="00342ACD"/>
    <w:rsid w:val="003432CE"/>
    <w:rsid w:val="00343A2B"/>
    <w:rsid w:val="003441C8"/>
    <w:rsid w:val="00353D4C"/>
    <w:rsid w:val="00354A36"/>
    <w:rsid w:val="00357106"/>
    <w:rsid w:val="00360467"/>
    <w:rsid w:val="003631C7"/>
    <w:rsid w:val="00364DA2"/>
    <w:rsid w:val="00370174"/>
    <w:rsid w:val="00370294"/>
    <w:rsid w:val="0037095D"/>
    <w:rsid w:val="00372BDC"/>
    <w:rsid w:val="00376543"/>
    <w:rsid w:val="00380170"/>
    <w:rsid w:val="00380E79"/>
    <w:rsid w:val="00382BCC"/>
    <w:rsid w:val="003837AC"/>
    <w:rsid w:val="00384A48"/>
    <w:rsid w:val="0038546A"/>
    <w:rsid w:val="00387548"/>
    <w:rsid w:val="003913FC"/>
    <w:rsid w:val="00392A3F"/>
    <w:rsid w:val="003934ED"/>
    <w:rsid w:val="003A0C13"/>
    <w:rsid w:val="003A0DC9"/>
    <w:rsid w:val="003A58EF"/>
    <w:rsid w:val="003B240F"/>
    <w:rsid w:val="003B5DB2"/>
    <w:rsid w:val="003B7FAE"/>
    <w:rsid w:val="003C4555"/>
    <w:rsid w:val="003D049F"/>
    <w:rsid w:val="003D13F6"/>
    <w:rsid w:val="003D2364"/>
    <w:rsid w:val="003D46BD"/>
    <w:rsid w:val="003D7333"/>
    <w:rsid w:val="003D765E"/>
    <w:rsid w:val="003E0AB3"/>
    <w:rsid w:val="003E1749"/>
    <w:rsid w:val="003F0677"/>
    <w:rsid w:val="003F139B"/>
    <w:rsid w:val="003F1C60"/>
    <w:rsid w:val="003F280B"/>
    <w:rsid w:val="003F2875"/>
    <w:rsid w:val="003F3034"/>
    <w:rsid w:val="003F6CA1"/>
    <w:rsid w:val="003F6E84"/>
    <w:rsid w:val="003F6FAE"/>
    <w:rsid w:val="003F7A86"/>
    <w:rsid w:val="00401B44"/>
    <w:rsid w:val="00403C7B"/>
    <w:rsid w:val="00404803"/>
    <w:rsid w:val="00407317"/>
    <w:rsid w:val="00407A8E"/>
    <w:rsid w:val="0041006F"/>
    <w:rsid w:val="00410B0D"/>
    <w:rsid w:val="004111B2"/>
    <w:rsid w:val="00420CF0"/>
    <w:rsid w:val="00420FD9"/>
    <w:rsid w:val="00422DBB"/>
    <w:rsid w:val="00423EB8"/>
    <w:rsid w:val="00424313"/>
    <w:rsid w:val="00434876"/>
    <w:rsid w:val="00436AF3"/>
    <w:rsid w:val="004475EE"/>
    <w:rsid w:val="00452D09"/>
    <w:rsid w:val="00455591"/>
    <w:rsid w:val="00456281"/>
    <w:rsid w:val="004571B1"/>
    <w:rsid w:val="0045756B"/>
    <w:rsid w:val="00460B55"/>
    <w:rsid w:val="00461230"/>
    <w:rsid w:val="004640E2"/>
    <w:rsid w:val="004657A7"/>
    <w:rsid w:val="00466D15"/>
    <w:rsid w:val="004713D5"/>
    <w:rsid w:val="00471F2A"/>
    <w:rsid w:val="00472F8D"/>
    <w:rsid w:val="00476CB5"/>
    <w:rsid w:val="0048339B"/>
    <w:rsid w:val="0048375D"/>
    <w:rsid w:val="004847B0"/>
    <w:rsid w:val="00484975"/>
    <w:rsid w:val="00484C00"/>
    <w:rsid w:val="00493B3F"/>
    <w:rsid w:val="00494B98"/>
    <w:rsid w:val="00495567"/>
    <w:rsid w:val="00495E0E"/>
    <w:rsid w:val="004A049D"/>
    <w:rsid w:val="004A4382"/>
    <w:rsid w:val="004B7867"/>
    <w:rsid w:val="004C09B2"/>
    <w:rsid w:val="004C26B9"/>
    <w:rsid w:val="004C49D9"/>
    <w:rsid w:val="004C5069"/>
    <w:rsid w:val="004C6F31"/>
    <w:rsid w:val="004D142E"/>
    <w:rsid w:val="004D16D2"/>
    <w:rsid w:val="004D40EE"/>
    <w:rsid w:val="004D6FC9"/>
    <w:rsid w:val="004D725A"/>
    <w:rsid w:val="004E0179"/>
    <w:rsid w:val="004E134F"/>
    <w:rsid w:val="004E1C06"/>
    <w:rsid w:val="004E3A92"/>
    <w:rsid w:val="004E7DB5"/>
    <w:rsid w:val="004F2EE8"/>
    <w:rsid w:val="004F35F8"/>
    <w:rsid w:val="004F4CD2"/>
    <w:rsid w:val="00514E0F"/>
    <w:rsid w:val="00515590"/>
    <w:rsid w:val="005229FB"/>
    <w:rsid w:val="005238CF"/>
    <w:rsid w:val="005264ED"/>
    <w:rsid w:val="00533C83"/>
    <w:rsid w:val="005374D0"/>
    <w:rsid w:val="0053786E"/>
    <w:rsid w:val="005420A0"/>
    <w:rsid w:val="005450A9"/>
    <w:rsid w:val="0055060D"/>
    <w:rsid w:val="005529B6"/>
    <w:rsid w:val="005560F4"/>
    <w:rsid w:val="005572EB"/>
    <w:rsid w:val="0056183F"/>
    <w:rsid w:val="005674C2"/>
    <w:rsid w:val="00567834"/>
    <w:rsid w:val="00577D4C"/>
    <w:rsid w:val="00580843"/>
    <w:rsid w:val="00581BB7"/>
    <w:rsid w:val="00582221"/>
    <w:rsid w:val="00584F43"/>
    <w:rsid w:val="005869E8"/>
    <w:rsid w:val="00590B20"/>
    <w:rsid w:val="005A0C24"/>
    <w:rsid w:val="005A1D9F"/>
    <w:rsid w:val="005A4B3C"/>
    <w:rsid w:val="005A711C"/>
    <w:rsid w:val="005B1DC9"/>
    <w:rsid w:val="005B2C97"/>
    <w:rsid w:val="005B7E35"/>
    <w:rsid w:val="005C4FE6"/>
    <w:rsid w:val="005C51B0"/>
    <w:rsid w:val="005C7F62"/>
    <w:rsid w:val="005D0AB5"/>
    <w:rsid w:val="005D3A9D"/>
    <w:rsid w:val="005D572C"/>
    <w:rsid w:val="005D716E"/>
    <w:rsid w:val="005E1138"/>
    <w:rsid w:val="005E3289"/>
    <w:rsid w:val="005E36C8"/>
    <w:rsid w:val="005E3F9E"/>
    <w:rsid w:val="005E5DD8"/>
    <w:rsid w:val="005E7D44"/>
    <w:rsid w:val="005F3DC6"/>
    <w:rsid w:val="005F643A"/>
    <w:rsid w:val="005F669B"/>
    <w:rsid w:val="005F7C79"/>
    <w:rsid w:val="0060111E"/>
    <w:rsid w:val="0060264C"/>
    <w:rsid w:val="00604E00"/>
    <w:rsid w:val="00605B11"/>
    <w:rsid w:val="00607DF3"/>
    <w:rsid w:val="00612988"/>
    <w:rsid w:val="00614CF9"/>
    <w:rsid w:val="006203AF"/>
    <w:rsid w:val="006254C7"/>
    <w:rsid w:val="00626658"/>
    <w:rsid w:val="006266C6"/>
    <w:rsid w:val="00630E72"/>
    <w:rsid w:val="0063320E"/>
    <w:rsid w:val="0063368E"/>
    <w:rsid w:val="006343D3"/>
    <w:rsid w:val="00636635"/>
    <w:rsid w:val="00640F5A"/>
    <w:rsid w:val="00641A61"/>
    <w:rsid w:val="006430E8"/>
    <w:rsid w:val="00645466"/>
    <w:rsid w:val="00646AA2"/>
    <w:rsid w:val="00646FB4"/>
    <w:rsid w:val="00647CBE"/>
    <w:rsid w:val="00654A92"/>
    <w:rsid w:val="00656A60"/>
    <w:rsid w:val="00661E3B"/>
    <w:rsid w:val="00665DA6"/>
    <w:rsid w:val="00666B9E"/>
    <w:rsid w:val="006670F0"/>
    <w:rsid w:val="00677C82"/>
    <w:rsid w:val="00677EF7"/>
    <w:rsid w:val="00680552"/>
    <w:rsid w:val="006821DB"/>
    <w:rsid w:val="006827CF"/>
    <w:rsid w:val="006827ED"/>
    <w:rsid w:val="00684610"/>
    <w:rsid w:val="00690656"/>
    <w:rsid w:val="00693068"/>
    <w:rsid w:val="00693748"/>
    <w:rsid w:val="00694FC5"/>
    <w:rsid w:val="00696D44"/>
    <w:rsid w:val="006A30BB"/>
    <w:rsid w:val="006B188A"/>
    <w:rsid w:val="006B3FB1"/>
    <w:rsid w:val="006B43BA"/>
    <w:rsid w:val="006B56CB"/>
    <w:rsid w:val="006B644F"/>
    <w:rsid w:val="006C1473"/>
    <w:rsid w:val="006C3542"/>
    <w:rsid w:val="006C3A0D"/>
    <w:rsid w:val="006D0BCA"/>
    <w:rsid w:val="006D6B83"/>
    <w:rsid w:val="006D7C56"/>
    <w:rsid w:val="006E2740"/>
    <w:rsid w:val="006E3A36"/>
    <w:rsid w:val="006E3B4E"/>
    <w:rsid w:val="006E581C"/>
    <w:rsid w:val="006E6E34"/>
    <w:rsid w:val="006F1F60"/>
    <w:rsid w:val="006F520D"/>
    <w:rsid w:val="006F56AC"/>
    <w:rsid w:val="00700E21"/>
    <w:rsid w:val="00702801"/>
    <w:rsid w:val="00704674"/>
    <w:rsid w:val="00710663"/>
    <w:rsid w:val="00710BB6"/>
    <w:rsid w:val="00711D68"/>
    <w:rsid w:val="00721EEB"/>
    <w:rsid w:val="00722A3F"/>
    <w:rsid w:val="00731502"/>
    <w:rsid w:val="00733BFD"/>
    <w:rsid w:val="00735897"/>
    <w:rsid w:val="00740339"/>
    <w:rsid w:val="00740880"/>
    <w:rsid w:val="007422D9"/>
    <w:rsid w:val="0074526D"/>
    <w:rsid w:val="0074598E"/>
    <w:rsid w:val="0074634C"/>
    <w:rsid w:val="00746AC8"/>
    <w:rsid w:val="00750A67"/>
    <w:rsid w:val="0075368A"/>
    <w:rsid w:val="00761C82"/>
    <w:rsid w:val="0076426F"/>
    <w:rsid w:val="00764F10"/>
    <w:rsid w:val="00771EDC"/>
    <w:rsid w:val="0077359B"/>
    <w:rsid w:val="00774F29"/>
    <w:rsid w:val="00780A23"/>
    <w:rsid w:val="00780DF0"/>
    <w:rsid w:val="0078202D"/>
    <w:rsid w:val="0078399F"/>
    <w:rsid w:val="007858F2"/>
    <w:rsid w:val="0078636F"/>
    <w:rsid w:val="00786630"/>
    <w:rsid w:val="00790515"/>
    <w:rsid w:val="007910ED"/>
    <w:rsid w:val="0079213E"/>
    <w:rsid w:val="00794669"/>
    <w:rsid w:val="007A0FFA"/>
    <w:rsid w:val="007A1FFC"/>
    <w:rsid w:val="007A3835"/>
    <w:rsid w:val="007A61D1"/>
    <w:rsid w:val="007A711F"/>
    <w:rsid w:val="007B1138"/>
    <w:rsid w:val="007B3FDE"/>
    <w:rsid w:val="007B4AC4"/>
    <w:rsid w:val="007B5CBD"/>
    <w:rsid w:val="007B7F00"/>
    <w:rsid w:val="007C091E"/>
    <w:rsid w:val="007C5ECA"/>
    <w:rsid w:val="007C6114"/>
    <w:rsid w:val="007C71FC"/>
    <w:rsid w:val="007C757D"/>
    <w:rsid w:val="007C7849"/>
    <w:rsid w:val="007D6BCE"/>
    <w:rsid w:val="007E2C0D"/>
    <w:rsid w:val="007E5AEF"/>
    <w:rsid w:val="007E6E16"/>
    <w:rsid w:val="007E70AD"/>
    <w:rsid w:val="007F6D3D"/>
    <w:rsid w:val="0080074E"/>
    <w:rsid w:val="008007D3"/>
    <w:rsid w:val="00801916"/>
    <w:rsid w:val="008050BC"/>
    <w:rsid w:val="00811D33"/>
    <w:rsid w:val="00812EDF"/>
    <w:rsid w:val="00815798"/>
    <w:rsid w:val="00824FD8"/>
    <w:rsid w:val="008264BA"/>
    <w:rsid w:val="008316FA"/>
    <w:rsid w:val="00835592"/>
    <w:rsid w:val="00836FD5"/>
    <w:rsid w:val="00840A38"/>
    <w:rsid w:val="00840D57"/>
    <w:rsid w:val="008412DF"/>
    <w:rsid w:val="00842ED1"/>
    <w:rsid w:val="00847E84"/>
    <w:rsid w:val="00851861"/>
    <w:rsid w:val="00851DA1"/>
    <w:rsid w:val="00852CFD"/>
    <w:rsid w:val="008545A3"/>
    <w:rsid w:val="0086144F"/>
    <w:rsid w:val="00864B21"/>
    <w:rsid w:val="008657FE"/>
    <w:rsid w:val="00870053"/>
    <w:rsid w:val="008703B5"/>
    <w:rsid w:val="008743A1"/>
    <w:rsid w:val="008746A3"/>
    <w:rsid w:val="00880179"/>
    <w:rsid w:val="0088463F"/>
    <w:rsid w:val="008864FC"/>
    <w:rsid w:val="008873EC"/>
    <w:rsid w:val="008909DA"/>
    <w:rsid w:val="00894966"/>
    <w:rsid w:val="00895B2B"/>
    <w:rsid w:val="00896696"/>
    <w:rsid w:val="008967F6"/>
    <w:rsid w:val="008978A5"/>
    <w:rsid w:val="008A3935"/>
    <w:rsid w:val="008C0985"/>
    <w:rsid w:val="008C415A"/>
    <w:rsid w:val="008C59A7"/>
    <w:rsid w:val="008D4D95"/>
    <w:rsid w:val="008E18DC"/>
    <w:rsid w:val="008E2EEB"/>
    <w:rsid w:val="008E426D"/>
    <w:rsid w:val="008E4B50"/>
    <w:rsid w:val="008E4B82"/>
    <w:rsid w:val="008E59EA"/>
    <w:rsid w:val="008E7E07"/>
    <w:rsid w:val="008F0398"/>
    <w:rsid w:val="008F3943"/>
    <w:rsid w:val="008F46C5"/>
    <w:rsid w:val="008F5575"/>
    <w:rsid w:val="00902566"/>
    <w:rsid w:val="00903961"/>
    <w:rsid w:val="009059D2"/>
    <w:rsid w:val="0090752A"/>
    <w:rsid w:val="009102C6"/>
    <w:rsid w:val="00911E0E"/>
    <w:rsid w:val="0091206E"/>
    <w:rsid w:val="00914C1A"/>
    <w:rsid w:val="00916036"/>
    <w:rsid w:val="009162B7"/>
    <w:rsid w:val="00917576"/>
    <w:rsid w:val="00917A8D"/>
    <w:rsid w:val="009202F1"/>
    <w:rsid w:val="00921370"/>
    <w:rsid w:val="009274AE"/>
    <w:rsid w:val="00932050"/>
    <w:rsid w:val="00932848"/>
    <w:rsid w:val="00942F2D"/>
    <w:rsid w:val="00944702"/>
    <w:rsid w:val="0094487D"/>
    <w:rsid w:val="00944F60"/>
    <w:rsid w:val="009503EA"/>
    <w:rsid w:val="00951506"/>
    <w:rsid w:val="00954523"/>
    <w:rsid w:val="00961D2B"/>
    <w:rsid w:val="0096211D"/>
    <w:rsid w:val="00972DE2"/>
    <w:rsid w:val="00972DE3"/>
    <w:rsid w:val="00976101"/>
    <w:rsid w:val="00984629"/>
    <w:rsid w:val="00987CCA"/>
    <w:rsid w:val="009900DA"/>
    <w:rsid w:val="00994DB5"/>
    <w:rsid w:val="009A0F8F"/>
    <w:rsid w:val="009A3863"/>
    <w:rsid w:val="009A64CA"/>
    <w:rsid w:val="009A6DE6"/>
    <w:rsid w:val="009B0AC5"/>
    <w:rsid w:val="009B29E5"/>
    <w:rsid w:val="009B456C"/>
    <w:rsid w:val="009B57F6"/>
    <w:rsid w:val="009B6C88"/>
    <w:rsid w:val="009C07B3"/>
    <w:rsid w:val="009C1FA3"/>
    <w:rsid w:val="009C686B"/>
    <w:rsid w:val="009D23B9"/>
    <w:rsid w:val="009D7CC2"/>
    <w:rsid w:val="009E0A3E"/>
    <w:rsid w:val="009E1628"/>
    <w:rsid w:val="009E3DE2"/>
    <w:rsid w:val="009E44B7"/>
    <w:rsid w:val="009E4D38"/>
    <w:rsid w:val="009F25C8"/>
    <w:rsid w:val="009F5DDD"/>
    <w:rsid w:val="00A00F8F"/>
    <w:rsid w:val="00A037DE"/>
    <w:rsid w:val="00A03D42"/>
    <w:rsid w:val="00A0701A"/>
    <w:rsid w:val="00A07C2B"/>
    <w:rsid w:val="00A1089A"/>
    <w:rsid w:val="00A10FBF"/>
    <w:rsid w:val="00A14FEC"/>
    <w:rsid w:val="00A2346C"/>
    <w:rsid w:val="00A2355C"/>
    <w:rsid w:val="00A25DF5"/>
    <w:rsid w:val="00A30ED4"/>
    <w:rsid w:val="00A37AC8"/>
    <w:rsid w:val="00A416A4"/>
    <w:rsid w:val="00A425DE"/>
    <w:rsid w:val="00A43213"/>
    <w:rsid w:val="00A5019A"/>
    <w:rsid w:val="00A53934"/>
    <w:rsid w:val="00A546CE"/>
    <w:rsid w:val="00A54E4E"/>
    <w:rsid w:val="00A63C78"/>
    <w:rsid w:val="00A662A5"/>
    <w:rsid w:val="00A6795F"/>
    <w:rsid w:val="00A70128"/>
    <w:rsid w:val="00A703EC"/>
    <w:rsid w:val="00A70CD1"/>
    <w:rsid w:val="00A77011"/>
    <w:rsid w:val="00A82C4C"/>
    <w:rsid w:val="00A846B3"/>
    <w:rsid w:val="00A87315"/>
    <w:rsid w:val="00A874F9"/>
    <w:rsid w:val="00A909DC"/>
    <w:rsid w:val="00A96079"/>
    <w:rsid w:val="00A962D6"/>
    <w:rsid w:val="00A967A6"/>
    <w:rsid w:val="00A97D7F"/>
    <w:rsid w:val="00AA0782"/>
    <w:rsid w:val="00AA1378"/>
    <w:rsid w:val="00AA49F6"/>
    <w:rsid w:val="00AB0355"/>
    <w:rsid w:val="00AB1914"/>
    <w:rsid w:val="00AB27D0"/>
    <w:rsid w:val="00AB3601"/>
    <w:rsid w:val="00AB4D32"/>
    <w:rsid w:val="00AB6D44"/>
    <w:rsid w:val="00AD1BF0"/>
    <w:rsid w:val="00AD41B2"/>
    <w:rsid w:val="00AD4B96"/>
    <w:rsid w:val="00AD51DD"/>
    <w:rsid w:val="00AD7B8B"/>
    <w:rsid w:val="00AE6BA3"/>
    <w:rsid w:val="00AF0D53"/>
    <w:rsid w:val="00AF2DCD"/>
    <w:rsid w:val="00AF317E"/>
    <w:rsid w:val="00AF45C4"/>
    <w:rsid w:val="00AF4AD4"/>
    <w:rsid w:val="00AF6D88"/>
    <w:rsid w:val="00AF76F3"/>
    <w:rsid w:val="00B02E4C"/>
    <w:rsid w:val="00B04B83"/>
    <w:rsid w:val="00B04FCA"/>
    <w:rsid w:val="00B0538D"/>
    <w:rsid w:val="00B07D96"/>
    <w:rsid w:val="00B1132A"/>
    <w:rsid w:val="00B139B6"/>
    <w:rsid w:val="00B14F8B"/>
    <w:rsid w:val="00B16ECB"/>
    <w:rsid w:val="00B171CE"/>
    <w:rsid w:val="00B17993"/>
    <w:rsid w:val="00B20D5E"/>
    <w:rsid w:val="00B21FF1"/>
    <w:rsid w:val="00B23388"/>
    <w:rsid w:val="00B2346F"/>
    <w:rsid w:val="00B237B3"/>
    <w:rsid w:val="00B2415E"/>
    <w:rsid w:val="00B26B79"/>
    <w:rsid w:val="00B32326"/>
    <w:rsid w:val="00B34F10"/>
    <w:rsid w:val="00B41D43"/>
    <w:rsid w:val="00B47830"/>
    <w:rsid w:val="00B50DF5"/>
    <w:rsid w:val="00B53BFA"/>
    <w:rsid w:val="00B56A78"/>
    <w:rsid w:val="00B6248A"/>
    <w:rsid w:val="00B6391C"/>
    <w:rsid w:val="00B65572"/>
    <w:rsid w:val="00B65668"/>
    <w:rsid w:val="00B67CF6"/>
    <w:rsid w:val="00B70FAC"/>
    <w:rsid w:val="00B72997"/>
    <w:rsid w:val="00B74660"/>
    <w:rsid w:val="00B75103"/>
    <w:rsid w:val="00B8007A"/>
    <w:rsid w:val="00B807E7"/>
    <w:rsid w:val="00B82877"/>
    <w:rsid w:val="00B829A3"/>
    <w:rsid w:val="00B83C47"/>
    <w:rsid w:val="00B85E41"/>
    <w:rsid w:val="00B8791B"/>
    <w:rsid w:val="00B90BA3"/>
    <w:rsid w:val="00B913C0"/>
    <w:rsid w:val="00B95DE2"/>
    <w:rsid w:val="00B97D85"/>
    <w:rsid w:val="00BA1243"/>
    <w:rsid w:val="00BA1C70"/>
    <w:rsid w:val="00BA3D52"/>
    <w:rsid w:val="00BA7224"/>
    <w:rsid w:val="00BB2142"/>
    <w:rsid w:val="00BB29D9"/>
    <w:rsid w:val="00BB3107"/>
    <w:rsid w:val="00BB5E33"/>
    <w:rsid w:val="00BC049A"/>
    <w:rsid w:val="00BC05AB"/>
    <w:rsid w:val="00BC1C20"/>
    <w:rsid w:val="00BC530B"/>
    <w:rsid w:val="00BD051D"/>
    <w:rsid w:val="00BD16A1"/>
    <w:rsid w:val="00BD368F"/>
    <w:rsid w:val="00BE00F4"/>
    <w:rsid w:val="00BE1CEE"/>
    <w:rsid w:val="00BE2BD0"/>
    <w:rsid w:val="00BE66D6"/>
    <w:rsid w:val="00BE6D9D"/>
    <w:rsid w:val="00BF03DB"/>
    <w:rsid w:val="00BF5DD3"/>
    <w:rsid w:val="00BF6091"/>
    <w:rsid w:val="00BF784C"/>
    <w:rsid w:val="00BF7B06"/>
    <w:rsid w:val="00C027D5"/>
    <w:rsid w:val="00C03B89"/>
    <w:rsid w:val="00C05080"/>
    <w:rsid w:val="00C055EE"/>
    <w:rsid w:val="00C13544"/>
    <w:rsid w:val="00C141E7"/>
    <w:rsid w:val="00C15EB8"/>
    <w:rsid w:val="00C2053A"/>
    <w:rsid w:val="00C21C0D"/>
    <w:rsid w:val="00C22277"/>
    <w:rsid w:val="00C235BD"/>
    <w:rsid w:val="00C24BCA"/>
    <w:rsid w:val="00C250BD"/>
    <w:rsid w:val="00C2543E"/>
    <w:rsid w:val="00C258E7"/>
    <w:rsid w:val="00C261F8"/>
    <w:rsid w:val="00C268FC"/>
    <w:rsid w:val="00C33C90"/>
    <w:rsid w:val="00C34E67"/>
    <w:rsid w:val="00C37957"/>
    <w:rsid w:val="00C40978"/>
    <w:rsid w:val="00C430B6"/>
    <w:rsid w:val="00C454F0"/>
    <w:rsid w:val="00C45802"/>
    <w:rsid w:val="00C52E36"/>
    <w:rsid w:val="00C570E3"/>
    <w:rsid w:val="00C70BE2"/>
    <w:rsid w:val="00C71881"/>
    <w:rsid w:val="00C74BAF"/>
    <w:rsid w:val="00C74F65"/>
    <w:rsid w:val="00C76FD0"/>
    <w:rsid w:val="00C80F1E"/>
    <w:rsid w:val="00C8210F"/>
    <w:rsid w:val="00C830B8"/>
    <w:rsid w:val="00C8546D"/>
    <w:rsid w:val="00C865BA"/>
    <w:rsid w:val="00C933A8"/>
    <w:rsid w:val="00C9437A"/>
    <w:rsid w:val="00CA2AB1"/>
    <w:rsid w:val="00CA5617"/>
    <w:rsid w:val="00CA7825"/>
    <w:rsid w:val="00CB0001"/>
    <w:rsid w:val="00CB0FA7"/>
    <w:rsid w:val="00CB3033"/>
    <w:rsid w:val="00CB3FFA"/>
    <w:rsid w:val="00CB57CA"/>
    <w:rsid w:val="00CC0AA9"/>
    <w:rsid w:val="00CC0EDC"/>
    <w:rsid w:val="00CC108F"/>
    <w:rsid w:val="00CC2FEB"/>
    <w:rsid w:val="00CC727D"/>
    <w:rsid w:val="00CD3867"/>
    <w:rsid w:val="00CD3C1A"/>
    <w:rsid w:val="00CD541B"/>
    <w:rsid w:val="00CE3FB4"/>
    <w:rsid w:val="00CE7023"/>
    <w:rsid w:val="00CF12A9"/>
    <w:rsid w:val="00CF44DE"/>
    <w:rsid w:val="00CF5EDA"/>
    <w:rsid w:val="00D01978"/>
    <w:rsid w:val="00D0419A"/>
    <w:rsid w:val="00D11867"/>
    <w:rsid w:val="00D141E1"/>
    <w:rsid w:val="00D1430D"/>
    <w:rsid w:val="00D17583"/>
    <w:rsid w:val="00D17BB4"/>
    <w:rsid w:val="00D20F59"/>
    <w:rsid w:val="00D216DC"/>
    <w:rsid w:val="00D25975"/>
    <w:rsid w:val="00D326A0"/>
    <w:rsid w:val="00D33ECD"/>
    <w:rsid w:val="00D34020"/>
    <w:rsid w:val="00D36B6A"/>
    <w:rsid w:val="00D40DF6"/>
    <w:rsid w:val="00D41FF3"/>
    <w:rsid w:val="00D54E02"/>
    <w:rsid w:val="00D624E5"/>
    <w:rsid w:val="00D64EF3"/>
    <w:rsid w:val="00D66FC3"/>
    <w:rsid w:val="00D70E46"/>
    <w:rsid w:val="00D72E9E"/>
    <w:rsid w:val="00D738FA"/>
    <w:rsid w:val="00D73BD2"/>
    <w:rsid w:val="00D748BE"/>
    <w:rsid w:val="00D74C52"/>
    <w:rsid w:val="00D8266E"/>
    <w:rsid w:val="00D8430E"/>
    <w:rsid w:val="00D87F42"/>
    <w:rsid w:val="00D92757"/>
    <w:rsid w:val="00D9328C"/>
    <w:rsid w:val="00D937B6"/>
    <w:rsid w:val="00D95601"/>
    <w:rsid w:val="00D9571E"/>
    <w:rsid w:val="00D96CE4"/>
    <w:rsid w:val="00D97E39"/>
    <w:rsid w:val="00D97EDA"/>
    <w:rsid w:val="00DA1F8A"/>
    <w:rsid w:val="00DA28EE"/>
    <w:rsid w:val="00DA36AE"/>
    <w:rsid w:val="00DA4A63"/>
    <w:rsid w:val="00DA4FA0"/>
    <w:rsid w:val="00DA5C16"/>
    <w:rsid w:val="00DB0E5F"/>
    <w:rsid w:val="00DB5767"/>
    <w:rsid w:val="00DB755B"/>
    <w:rsid w:val="00DC36C9"/>
    <w:rsid w:val="00DC3AA5"/>
    <w:rsid w:val="00DC41DE"/>
    <w:rsid w:val="00DC46FB"/>
    <w:rsid w:val="00DC64BE"/>
    <w:rsid w:val="00DC73A9"/>
    <w:rsid w:val="00DD146D"/>
    <w:rsid w:val="00DD2208"/>
    <w:rsid w:val="00DD7080"/>
    <w:rsid w:val="00DD7092"/>
    <w:rsid w:val="00DD77BE"/>
    <w:rsid w:val="00DE0F6A"/>
    <w:rsid w:val="00DF1CE8"/>
    <w:rsid w:val="00DF2DF3"/>
    <w:rsid w:val="00DF31AF"/>
    <w:rsid w:val="00DF4A6A"/>
    <w:rsid w:val="00E00A09"/>
    <w:rsid w:val="00E00E1A"/>
    <w:rsid w:val="00E01AD9"/>
    <w:rsid w:val="00E022D9"/>
    <w:rsid w:val="00E049E2"/>
    <w:rsid w:val="00E07146"/>
    <w:rsid w:val="00E17A0E"/>
    <w:rsid w:val="00E21FC1"/>
    <w:rsid w:val="00E2437C"/>
    <w:rsid w:val="00E24BCF"/>
    <w:rsid w:val="00E24D6E"/>
    <w:rsid w:val="00E30986"/>
    <w:rsid w:val="00E30FE5"/>
    <w:rsid w:val="00E3313E"/>
    <w:rsid w:val="00E36997"/>
    <w:rsid w:val="00E36B80"/>
    <w:rsid w:val="00E36D77"/>
    <w:rsid w:val="00E4174E"/>
    <w:rsid w:val="00E45DC8"/>
    <w:rsid w:val="00E51863"/>
    <w:rsid w:val="00E54C39"/>
    <w:rsid w:val="00E558DA"/>
    <w:rsid w:val="00E57D5B"/>
    <w:rsid w:val="00E60661"/>
    <w:rsid w:val="00E61A6E"/>
    <w:rsid w:val="00E63079"/>
    <w:rsid w:val="00E65CBF"/>
    <w:rsid w:val="00E713A3"/>
    <w:rsid w:val="00E72D25"/>
    <w:rsid w:val="00E73F67"/>
    <w:rsid w:val="00E76AD3"/>
    <w:rsid w:val="00E773BF"/>
    <w:rsid w:val="00E80824"/>
    <w:rsid w:val="00E818D6"/>
    <w:rsid w:val="00E82FF2"/>
    <w:rsid w:val="00E84C52"/>
    <w:rsid w:val="00E85A97"/>
    <w:rsid w:val="00E867CA"/>
    <w:rsid w:val="00E91343"/>
    <w:rsid w:val="00E92911"/>
    <w:rsid w:val="00E936D8"/>
    <w:rsid w:val="00E94A15"/>
    <w:rsid w:val="00E9751B"/>
    <w:rsid w:val="00EA130E"/>
    <w:rsid w:val="00EA287F"/>
    <w:rsid w:val="00EA28B7"/>
    <w:rsid w:val="00EA42B6"/>
    <w:rsid w:val="00EA5172"/>
    <w:rsid w:val="00EA58EC"/>
    <w:rsid w:val="00EB1C1D"/>
    <w:rsid w:val="00EB1FA3"/>
    <w:rsid w:val="00EB6E49"/>
    <w:rsid w:val="00EB73B1"/>
    <w:rsid w:val="00EB75B4"/>
    <w:rsid w:val="00EC04F4"/>
    <w:rsid w:val="00EC4D7C"/>
    <w:rsid w:val="00ED0B06"/>
    <w:rsid w:val="00ED2667"/>
    <w:rsid w:val="00ED2735"/>
    <w:rsid w:val="00ED3CD7"/>
    <w:rsid w:val="00ED57A2"/>
    <w:rsid w:val="00ED7157"/>
    <w:rsid w:val="00EE5C9A"/>
    <w:rsid w:val="00EF0472"/>
    <w:rsid w:val="00EF0D31"/>
    <w:rsid w:val="00EF14E5"/>
    <w:rsid w:val="00EF1D94"/>
    <w:rsid w:val="00EF2990"/>
    <w:rsid w:val="00EF6BA5"/>
    <w:rsid w:val="00F01C3B"/>
    <w:rsid w:val="00F02931"/>
    <w:rsid w:val="00F0508F"/>
    <w:rsid w:val="00F06781"/>
    <w:rsid w:val="00F10A28"/>
    <w:rsid w:val="00F10BCE"/>
    <w:rsid w:val="00F12093"/>
    <w:rsid w:val="00F128DF"/>
    <w:rsid w:val="00F13CED"/>
    <w:rsid w:val="00F15D0F"/>
    <w:rsid w:val="00F20520"/>
    <w:rsid w:val="00F22B92"/>
    <w:rsid w:val="00F24AB7"/>
    <w:rsid w:val="00F277C1"/>
    <w:rsid w:val="00F35161"/>
    <w:rsid w:val="00F403BF"/>
    <w:rsid w:val="00F43B7E"/>
    <w:rsid w:val="00F569FE"/>
    <w:rsid w:val="00F60204"/>
    <w:rsid w:val="00F61593"/>
    <w:rsid w:val="00F6237C"/>
    <w:rsid w:val="00F63C08"/>
    <w:rsid w:val="00F71B85"/>
    <w:rsid w:val="00F7331A"/>
    <w:rsid w:val="00F808A5"/>
    <w:rsid w:val="00F8341F"/>
    <w:rsid w:val="00F93B76"/>
    <w:rsid w:val="00F9445C"/>
    <w:rsid w:val="00F95455"/>
    <w:rsid w:val="00F95480"/>
    <w:rsid w:val="00F95B8D"/>
    <w:rsid w:val="00F97072"/>
    <w:rsid w:val="00F9753D"/>
    <w:rsid w:val="00FA11EE"/>
    <w:rsid w:val="00FA3039"/>
    <w:rsid w:val="00FA3B83"/>
    <w:rsid w:val="00FB1647"/>
    <w:rsid w:val="00FB32AC"/>
    <w:rsid w:val="00FB533D"/>
    <w:rsid w:val="00FB5C48"/>
    <w:rsid w:val="00FB61F5"/>
    <w:rsid w:val="00FB6E5E"/>
    <w:rsid w:val="00FB72B8"/>
    <w:rsid w:val="00FC03A6"/>
    <w:rsid w:val="00FC1A67"/>
    <w:rsid w:val="00FC3F17"/>
    <w:rsid w:val="00FC4ADE"/>
    <w:rsid w:val="00FC5A38"/>
    <w:rsid w:val="00FC5FE4"/>
    <w:rsid w:val="00FC7701"/>
    <w:rsid w:val="00FD3BE6"/>
    <w:rsid w:val="00FD59EE"/>
    <w:rsid w:val="00FE0BF5"/>
    <w:rsid w:val="00FE1F39"/>
    <w:rsid w:val="00FE2A70"/>
    <w:rsid w:val="00FE3E34"/>
    <w:rsid w:val="00FE6551"/>
    <w:rsid w:val="00FF2E5A"/>
    <w:rsid w:val="00FF5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C268FC"/>
    <w:rPr>
      <w:sz w:val="24"/>
      <w:szCs w:val="24"/>
      <w:lang w:val="uk-UA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68FC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68FC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68F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268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268F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268F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268F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C268F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C268FC"/>
    <w:p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268FC"/>
    <w:rPr>
      <w:rFonts w:ascii="Times New Roman" w:hAnsi="Times New Roman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268FC"/>
    <w:rPr>
      <w:rFonts w:ascii="Times New Roman" w:hAnsi="Times New Roman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268FC"/>
    <w:rPr>
      <w:rFonts w:ascii="Times New Roman" w:hAnsi="Times New Roman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268FC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C268FC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C268FC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268FC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C268FC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C268FC"/>
    <w:rPr>
      <w:rFonts w:ascii="Times New Roman" w:hAnsi="Times New Roman"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C268FC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C268FC"/>
    <w:rPr>
      <w:rFonts w:ascii="Times New Roman" w:hAnsi="Times New Roman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C268FC"/>
    <w:pPr>
      <w:spacing w:after="60"/>
      <w:jc w:val="center"/>
      <w:outlineLvl w:val="1"/>
    </w:pPr>
  </w:style>
  <w:style w:type="character" w:customStyle="1" w:styleId="SubtitleChar">
    <w:name w:val="Subtitle Char"/>
    <w:basedOn w:val="DefaultParagraphFont"/>
    <w:link w:val="Subtitle"/>
    <w:uiPriority w:val="99"/>
    <w:locked/>
    <w:rsid w:val="00C268FC"/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C268FC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C268FC"/>
    <w:rPr>
      <w:rFonts w:ascii="Times New Roman" w:hAnsi="Times New Roman" w:cs="Times New Roman"/>
      <w:b/>
      <w:i/>
      <w:iCs/>
    </w:rPr>
  </w:style>
  <w:style w:type="paragraph" w:styleId="NoSpacing">
    <w:name w:val="No Spacing"/>
    <w:basedOn w:val="Normal"/>
    <w:uiPriority w:val="99"/>
    <w:qFormat/>
    <w:rsid w:val="00C268FC"/>
    <w:rPr>
      <w:szCs w:val="32"/>
    </w:rPr>
  </w:style>
  <w:style w:type="paragraph" w:styleId="ListParagraph">
    <w:name w:val="List Paragraph"/>
    <w:basedOn w:val="Normal"/>
    <w:uiPriority w:val="99"/>
    <w:qFormat/>
    <w:rsid w:val="00C268F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C268FC"/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C268FC"/>
    <w:rPr>
      <w:rFonts w:cs="Times New Roman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C268F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C268FC"/>
    <w:rPr>
      <w:rFonts w:cs="Times New Roman"/>
      <w:b/>
      <w:i/>
      <w:sz w:val="24"/>
    </w:rPr>
  </w:style>
  <w:style w:type="character" w:styleId="SubtleEmphasis">
    <w:name w:val="Subtle Emphasis"/>
    <w:basedOn w:val="DefaultParagraphFont"/>
    <w:uiPriority w:val="99"/>
    <w:qFormat/>
    <w:rsid w:val="00C268FC"/>
    <w:rPr>
      <w:rFonts w:cs="Times New Roman"/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C268FC"/>
    <w:rPr>
      <w:rFonts w:cs="Times New Roman"/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C268FC"/>
    <w:rPr>
      <w:rFonts w:cs="Times New Roman"/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C268FC"/>
    <w:rPr>
      <w:rFonts w:cs="Times New Roman"/>
      <w:b/>
      <w:sz w:val="24"/>
      <w:u w:val="single"/>
    </w:rPr>
  </w:style>
  <w:style w:type="character" w:styleId="BookTitle">
    <w:name w:val="Book Title"/>
    <w:basedOn w:val="DefaultParagraphFont"/>
    <w:uiPriority w:val="99"/>
    <w:qFormat/>
    <w:rsid w:val="00C268FC"/>
    <w:rPr>
      <w:rFonts w:ascii="Times New Roman" w:hAnsi="Times New Roman" w:cs="Times New Roman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C268F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rsid w:val="002259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2592B"/>
    <w:rPr>
      <w:rFonts w:ascii="Tahoma" w:hAnsi="Tahoma" w:cs="Tahoma"/>
      <w:sz w:val="16"/>
      <w:szCs w:val="16"/>
    </w:rPr>
  </w:style>
  <w:style w:type="paragraph" w:customStyle="1" w:styleId="a">
    <w:name w:val="Вміст таблиці"/>
    <w:basedOn w:val="Normal"/>
    <w:uiPriority w:val="99"/>
    <w:rsid w:val="004E1C06"/>
    <w:pPr>
      <w:widowControl w:val="0"/>
      <w:suppressLineNumbers/>
      <w:suppressAutoHyphens/>
    </w:pPr>
    <w:rPr>
      <w:rFonts w:ascii="Liberation Serif;Times New Roma" w:eastAsia="Arial Unicode MS" w:hAnsi="Liberation Serif;Times New Roma" w:cs="Mangal"/>
      <w:lang w:eastAsia="zh-CN" w:bidi="hi-IN"/>
    </w:rPr>
  </w:style>
  <w:style w:type="character" w:styleId="Hyperlink">
    <w:name w:val="Hyperlink"/>
    <w:basedOn w:val="DefaultParagraphFont"/>
    <w:uiPriority w:val="99"/>
    <w:semiHidden/>
    <w:rsid w:val="00A962D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322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rada/show/va117282-0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rada/show/va117282-02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4</Pages>
  <Words>863</Words>
  <Characters>4921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uss</dc:creator>
  <cp:keywords/>
  <dc:description/>
  <cp:lastModifiedBy>Microsoft Office</cp:lastModifiedBy>
  <cp:revision>14</cp:revision>
  <cp:lastPrinted>2019-12-21T07:37:00Z</cp:lastPrinted>
  <dcterms:created xsi:type="dcterms:W3CDTF">2019-12-05T07:02:00Z</dcterms:created>
  <dcterms:modified xsi:type="dcterms:W3CDTF">2019-12-21T07:41:00Z</dcterms:modified>
</cp:coreProperties>
</file>